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45BFC3DE" w14:textId="77777777" w:rsidR="00170FB6" w:rsidRPr="00020EF4" w:rsidRDefault="00F422D3" w:rsidP="00170FB6">
      <w:pPr>
        <w:pStyle w:val="Titul2"/>
      </w:pPr>
      <w:r w:rsidRPr="00020EF4">
        <w:t xml:space="preserve">Název zakázky: </w:t>
      </w:r>
    </w:p>
    <w:p w14:paraId="0384D475" w14:textId="6C1A3DBF" w:rsidR="00170FB6" w:rsidRPr="00020EF4" w:rsidRDefault="00170FB6" w:rsidP="00170FB6">
      <w:pPr>
        <w:pStyle w:val="Titul2"/>
      </w:pPr>
      <w:r w:rsidRPr="00020EF4">
        <w:t>Soubor 2 staveb</w:t>
      </w:r>
    </w:p>
    <w:p w14:paraId="19D74CB8" w14:textId="77777777" w:rsidR="00170FB6" w:rsidRPr="00020EF4" w:rsidRDefault="00170FB6" w:rsidP="00170FB6">
      <w:pPr>
        <w:pStyle w:val="Titul2"/>
      </w:pPr>
      <w:r w:rsidRPr="00020EF4">
        <w:t>A: „Rekonstrukce železniční zastávky Náměšť na Hané“;</w:t>
      </w:r>
    </w:p>
    <w:p w14:paraId="65F0BE3A" w14:textId="73A6FBDE" w:rsidR="00F422D3" w:rsidRPr="00020EF4" w:rsidRDefault="00170FB6" w:rsidP="00170FB6">
      <w:pPr>
        <w:pStyle w:val="Titul2"/>
      </w:pPr>
      <w:r w:rsidRPr="00020EF4">
        <w:t>B: „Rekonstrukce přejezdu v km 21,532 (P7640) trati Kostelec na Hané - Olomouc“</w:t>
      </w:r>
    </w:p>
    <w:p w14:paraId="5FBE9C99" w14:textId="77777777" w:rsidR="00F422D3" w:rsidRPr="000C2B01" w:rsidRDefault="00F422D3" w:rsidP="00B42F40">
      <w:pPr>
        <w:pStyle w:val="Nadpisbezsl1-2"/>
      </w:pPr>
      <w:r w:rsidRPr="00020EF4">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6E81AB34" w:rsidR="00F422D3" w:rsidRPr="00020EF4" w:rsidRDefault="00F422D3" w:rsidP="00B42F40">
      <w:pPr>
        <w:pStyle w:val="Textbezodsazen"/>
      </w:pPr>
      <w:r w:rsidRPr="00020EF4">
        <w:t>ISPROFOND</w:t>
      </w:r>
      <w:r w:rsidR="00936F59" w:rsidRPr="00020EF4">
        <w:t>/</w:t>
      </w:r>
      <w:r w:rsidR="00A07DDA" w:rsidRPr="00020EF4">
        <w:t>SUBISPROFIN</w:t>
      </w:r>
      <w:r w:rsidR="00936F59" w:rsidRPr="00020EF4">
        <w:t>:</w:t>
      </w:r>
    </w:p>
    <w:p w14:paraId="2F82AC80" w14:textId="6F6EB823" w:rsidR="00936F59" w:rsidRPr="00020EF4" w:rsidRDefault="00936F59" w:rsidP="00936F59">
      <w:pPr>
        <w:pStyle w:val="Textbezodsazen"/>
        <w:rPr>
          <w:rFonts w:eastAsia="Times New Roman" w:cs="Arial"/>
          <w:color w:val="000000"/>
          <w:lang w:eastAsia="cs-CZ"/>
        </w:rPr>
      </w:pPr>
      <w:r w:rsidRPr="00020EF4">
        <w:t>Stavba A: 5003520140/</w:t>
      </w:r>
      <w:r w:rsidRPr="00020EF4">
        <w:rPr>
          <w:rFonts w:eastAsia="Times New Roman" w:cs="Arial"/>
          <w:color w:val="000000"/>
          <w:lang w:eastAsia="cs-CZ"/>
        </w:rPr>
        <w:t>5713530051</w:t>
      </w:r>
    </w:p>
    <w:p w14:paraId="11684BFD" w14:textId="6CE1CE12" w:rsidR="00936F59" w:rsidRPr="00936F59" w:rsidRDefault="00936F59" w:rsidP="00936F59">
      <w:pPr>
        <w:pStyle w:val="Textbezodsazen"/>
      </w:pPr>
      <w:r w:rsidRPr="00020EF4">
        <w:rPr>
          <w:rFonts w:eastAsia="Times New Roman" w:cs="Arial"/>
          <w:color w:val="000000"/>
          <w:lang w:eastAsia="cs-CZ"/>
        </w:rPr>
        <w:t xml:space="preserve">Stavba B: </w:t>
      </w:r>
      <w:r w:rsidRPr="00020EF4">
        <w:t>3273514800/</w:t>
      </w:r>
      <w:r w:rsidRPr="00020EF4">
        <w:rPr>
          <w:rFonts w:eastAsia="Times New Roman" w:cs="Arial"/>
          <w:color w:val="000000"/>
          <w:lang w:eastAsia="cs-CZ"/>
        </w:rPr>
        <w:t>5713530052</w:t>
      </w:r>
    </w:p>
    <w:p w14:paraId="025236D6" w14:textId="413857CC"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lastRenderedPageBreak/>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33644362"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 xml:space="preserve">akciové společnosti České dráhy, státní organizaci Správa </w:t>
      </w:r>
      <w:r w:rsidR="0023043F">
        <w:t>železnic</w:t>
      </w:r>
      <w:r>
        <w:t>,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261D4288" w:rsidR="007D26F9" w:rsidRDefault="007D26F9" w:rsidP="00E355C1">
      <w:pPr>
        <w:pStyle w:val="Text1-1"/>
      </w:pPr>
      <w:r>
        <w:t xml:space="preserve">Objednatel oznámil </w:t>
      </w:r>
      <w:r w:rsidR="00121010" w:rsidRPr="00E355C1">
        <w:t xml:space="preserve">uveřejněním na Profilu zadavatele: </w:t>
      </w:r>
      <w:hyperlink r:id="rId11" w:history="1">
        <w:r w:rsidR="00121010" w:rsidRPr="00E355C1">
          <w:rPr>
            <w:rStyle w:val="Hypertextovodkaz"/>
            <w:noProof w:val="0"/>
          </w:rPr>
          <w:t>https://zakazky.spravazeleznic.cz/</w:t>
        </w:r>
      </w:hyperlink>
      <w:r w:rsidR="00121010" w:rsidRPr="00E355C1">
        <w:t xml:space="preserve"> dne </w:t>
      </w:r>
      <w:r w:rsidR="00FF35B5">
        <w:t>28. 6. 2021</w:t>
      </w:r>
      <w:bookmarkStart w:id="0" w:name="_GoBack"/>
      <w:bookmarkEnd w:id="0"/>
      <w:r w:rsidR="00121010" w:rsidRPr="00E355C1">
        <w:t xml:space="preserve"> </w:t>
      </w:r>
      <w:r w:rsidRPr="00E355C1">
        <w:t>svůj úmysl zadat veřejnou zakázku</w:t>
      </w:r>
      <w:r w:rsidR="00A349C6" w:rsidRPr="00E355C1">
        <w:t xml:space="preserve"> s </w:t>
      </w:r>
      <w:r w:rsidRPr="00E355C1">
        <w:t xml:space="preserve">názvem </w:t>
      </w:r>
      <w:r w:rsidR="00E355C1" w:rsidRPr="00E355C1">
        <w:t>Soubor</w:t>
      </w:r>
      <w:r w:rsidR="00E355C1">
        <w:t xml:space="preserve"> 2 staveb A: „Rekonstrukce železniční zastávky Náměšť na Hané“; B: „Rekonstrukce přejezdu v km 21,532 (P7640) trati Kostelec na Hané - Olomouc“</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lastRenderedPageBreak/>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77BC78C1" w:rsid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7BFA662F" w14:textId="77777777" w:rsidR="003B44E0" w:rsidRPr="00685692" w:rsidRDefault="003B44E0" w:rsidP="003B44E0">
      <w:pPr>
        <w:spacing w:after="120" w:line="264" w:lineRule="auto"/>
        <w:ind w:left="737"/>
        <w:jc w:val="both"/>
        <w:rPr>
          <w:b/>
          <w:sz w:val="18"/>
          <w:szCs w:val="18"/>
        </w:rPr>
      </w:pPr>
      <w:r w:rsidRPr="00685692">
        <w:rPr>
          <w:b/>
          <w:sz w:val="18"/>
          <w:szCs w:val="18"/>
        </w:rPr>
        <w:t>z toho:</w:t>
      </w:r>
    </w:p>
    <w:p w14:paraId="502F18D4" w14:textId="77777777" w:rsidR="003B44E0" w:rsidRPr="00685692" w:rsidRDefault="003B44E0" w:rsidP="003B44E0">
      <w:pPr>
        <w:numPr>
          <w:ilvl w:val="0"/>
          <w:numId w:val="44"/>
        </w:numPr>
        <w:spacing w:after="120" w:line="264" w:lineRule="auto"/>
        <w:ind w:left="1418" w:hanging="709"/>
        <w:jc w:val="both"/>
        <w:rPr>
          <w:b/>
          <w:sz w:val="18"/>
          <w:szCs w:val="18"/>
          <w:lang w:val="x-none"/>
        </w:rPr>
      </w:pPr>
      <w:r w:rsidRPr="00685692">
        <w:rPr>
          <w:b/>
          <w:sz w:val="18"/>
          <w:szCs w:val="18"/>
          <w:lang w:val="x-none"/>
        </w:rPr>
        <w:t>Cena Díla pro stavbu</w:t>
      </w:r>
    </w:p>
    <w:p w14:paraId="39D84B51" w14:textId="2FEEB482" w:rsidR="003B44E0" w:rsidRPr="00685692" w:rsidRDefault="003B44E0" w:rsidP="003B44E0">
      <w:pPr>
        <w:spacing w:after="120" w:line="264" w:lineRule="auto"/>
        <w:ind w:left="1418"/>
        <w:jc w:val="both"/>
        <w:rPr>
          <w:b/>
          <w:sz w:val="18"/>
          <w:szCs w:val="18"/>
          <w:lang w:val="x-none"/>
        </w:rPr>
      </w:pPr>
      <w:r w:rsidRPr="00685692">
        <w:rPr>
          <w:b/>
          <w:sz w:val="18"/>
          <w:szCs w:val="18"/>
        </w:rPr>
        <w:t>„</w:t>
      </w:r>
      <w:r w:rsidR="00D516E7" w:rsidRPr="00D516E7">
        <w:rPr>
          <w:b/>
          <w:sz w:val="18"/>
          <w:szCs w:val="18"/>
        </w:rPr>
        <w:t>Rekonstrukce železniční zastávky Náměšť na Hané</w:t>
      </w:r>
      <w:r w:rsidRPr="00685692">
        <w:rPr>
          <w:b/>
          <w:sz w:val="18"/>
          <w:szCs w:val="18"/>
        </w:rPr>
        <w:t>“</w:t>
      </w:r>
      <w:r w:rsidRPr="00685692">
        <w:rPr>
          <w:sz w:val="18"/>
          <w:szCs w:val="18"/>
        </w:rPr>
        <w:t xml:space="preserve"> </w:t>
      </w:r>
      <w:r w:rsidRPr="00685692">
        <w:rPr>
          <w:b/>
          <w:sz w:val="18"/>
          <w:szCs w:val="18"/>
        </w:rPr>
        <w:t xml:space="preserve">(dále též „stavba A“) bez DPH:    </w:t>
      </w:r>
      <w:r w:rsidRPr="00685692">
        <w:rPr>
          <w:b/>
          <w:sz w:val="18"/>
          <w:szCs w:val="18"/>
          <w:highlight w:val="yellow"/>
        </w:rPr>
        <w:t>"[VLOŽÍ ZHOTOVITEL]"</w:t>
      </w:r>
      <w:r w:rsidRPr="00685692">
        <w:rPr>
          <w:b/>
          <w:sz w:val="18"/>
          <w:szCs w:val="18"/>
        </w:rPr>
        <w:t xml:space="preserve"> korun českých</w:t>
      </w:r>
    </w:p>
    <w:p w14:paraId="39CE3526" w14:textId="77777777" w:rsidR="003B44E0" w:rsidRPr="00685692" w:rsidRDefault="003B44E0" w:rsidP="003B44E0">
      <w:pPr>
        <w:numPr>
          <w:ilvl w:val="0"/>
          <w:numId w:val="44"/>
        </w:numPr>
        <w:spacing w:after="120" w:line="264" w:lineRule="auto"/>
        <w:ind w:left="1418" w:hanging="709"/>
        <w:jc w:val="both"/>
        <w:rPr>
          <w:b/>
          <w:sz w:val="18"/>
          <w:szCs w:val="18"/>
          <w:lang w:val="x-none"/>
        </w:rPr>
      </w:pPr>
      <w:r w:rsidRPr="00685692">
        <w:rPr>
          <w:b/>
          <w:sz w:val="18"/>
          <w:szCs w:val="18"/>
          <w:lang w:val="x-none"/>
        </w:rPr>
        <w:t>Cena Díla pro stavbu</w:t>
      </w:r>
    </w:p>
    <w:p w14:paraId="36D9BAA9" w14:textId="109BFD61" w:rsidR="003B44E0" w:rsidRPr="00685692" w:rsidRDefault="003B44E0" w:rsidP="003B44E0">
      <w:pPr>
        <w:spacing w:after="120" w:line="264" w:lineRule="auto"/>
        <w:ind w:left="1418"/>
        <w:jc w:val="both"/>
        <w:rPr>
          <w:b/>
          <w:sz w:val="18"/>
          <w:szCs w:val="18"/>
          <w:lang w:val="x-none"/>
        </w:rPr>
      </w:pPr>
      <w:r w:rsidRPr="00685692">
        <w:rPr>
          <w:b/>
          <w:sz w:val="18"/>
          <w:szCs w:val="18"/>
        </w:rPr>
        <w:t>„</w:t>
      </w:r>
      <w:r w:rsidR="00D516E7" w:rsidRPr="00D516E7">
        <w:rPr>
          <w:b/>
          <w:sz w:val="18"/>
          <w:szCs w:val="18"/>
        </w:rPr>
        <w:t>Rekonstrukce přejezdu v km 21,532 (P7640) trati Kostelec na Hané - Olomouc</w:t>
      </w:r>
      <w:r w:rsidRPr="00685692">
        <w:rPr>
          <w:b/>
          <w:sz w:val="18"/>
          <w:szCs w:val="18"/>
        </w:rPr>
        <w:t>“</w:t>
      </w:r>
      <w:r w:rsidRPr="00685692">
        <w:rPr>
          <w:sz w:val="18"/>
          <w:szCs w:val="18"/>
        </w:rPr>
        <w:t xml:space="preserve"> </w:t>
      </w:r>
      <w:r w:rsidRPr="00685692">
        <w:rPr>
          <w:b/>
          <w:sz w:val="18"/>
          <w:szCs w:val="18"/>
        </w:rPr>
        <w:t xml:space="preserve">(dále též „stavba B“) bez DPH:    </w:t>
      </w:r>
      <w:r w:rsidRPr="00685692">
        <w:rPr>
          <w:b/>
          <w:sz w:val="18"/>
          <w:szCs w:val="18"/>
          <w:highlight w:val="yellow"/>
        </w:rPr>
        <w:t>"[VLOŽÍ ZHOTOVITEL]"</w:t>
      </w:r>
      <w:r w:rsidRPr="00685692">
        <w:rPr>
          <w:b/>
          <w:sz w:val="18"/>
          <w:szCs w:val="18"/>
        </w:rPr>
        <w:t xml:space="preserve"> korun českých</w:t>
      </w:r>
    </w:p>
    <w:p w14:paraId="14716B41" w14:textId="77777777" w:rsidR="003B44E0" w:rsidRPr="007D26F9" w:rsidRDefault="003B44E0" w:rsidP="00BC5BDD">
      <w:pPr>
        <w:pStyle w:val="Textbezslovn"/>
        <w:rPr>
          <w:rStyle w:val="Tun"/>
        </w:rPr>
      </w:pPr>
    </w:p>
    <w:p w14:paraId="3669A1DC" w14:textId="637B31B3" w:rsidR="007D26F9" w:rsidRPr="00020EF4" w:rsidRDefault="007D26F9" w:rsidP="00BC5BDD">
      <w:pPr>
        <w:pStyle w:val="Textbezslovn"/>
      </w:pPr>
      <w:r w:rsidRPr="00BC5BDD">
        <w:t>Rekapitulace</w:t>
      </w:r>
      <w:r>
        <w:t xml:space="preserve"> Ceny Díla dle stavebních objektů (SO)</w:t>
      </w:r>
      <w:r w:rsidR="00A349C6">
        <w:t xml:space="preserve"> a </w:t>
      </w:r>
      <w:r>
        <w:t xml:space="preserve">provozních souborů (PS) je </w:t>
      </w:r>
      <w:r w:rsidRPr="00020EF4">
        <w:t>uvedena</w:t>
      </w:r>
      <w:r w:rsidR="00A349C6" w:rsidRPr="00020EF4">
        <w:t xml:space="preserve"> v </w:t>
      </w:r>
      <w:r w:rsidRPr="00020EF4">
        <w:t>Příloze č. 4 této Smlouvy.</w:t>
      </w:r>
    </w:p>
    <w:p w14:paraId="082E8D20" w14:textId="05619AA7" w:rsidR="00E355C1" w:rsidRPr="00020EF4" w:rsidRDefault="003B44E0" w:rsidP="00BC5BDD">
      <w:pPr>
        <w:pStyle w:val="Textbezslovn"/>
      </w:pPr>
      <w:r w:rsidRPr="00020EF4">
        <w:rPr>
          <w:b/>
        </w:rPr>
        <w:t>Fakturace proběhne u k</w:t>
      </w:r>
      <w:r w:rsidR="00D516E7" w:rsidRPr="00020EF4">
        <w:rPr>
          <w:b/>
        </w:rPr>
        <w:t>aždé stavby, tedy u staveb A, B</w:t>
      </w:r>
      <w:r w:rsidRPr="00020EF4">
        <w:rPr>
          <w:b/>
        </w:rPr>
        <w:t>, samostatně.</w:t>
      </w:r>
    </w:p>
    <w:p w14:paraId="0D7356DC" w14:textId="77777777" w:rsidR="007D26F9" w:rsidRDefault="007D26F9" w:rsidP="00BC5BDD">
      <w:pPr>
        <w:pStyle w:val="Text1-1"/>
      </w:pPr>
      <w:r w:rsidRPr="00020EF4">
        <w:t xml:space="preserve">Smluvní strany se dohodly, že Zhotovitel na sebe přebírá nebezpečí změny okolností ve smyslu </w:t>
      </w:r>
      <w:proofErr w:type="spellStart"/>
      <w:r w:rsidRPr="00020EF4">
        <w:t>ust</w:t>
      </w:r>
      <w:proofErr w:type="spellEnd"/>
      <w:r w:rsidRPr="00020EF4">
        <w:t>. § 1765 odst. 2</w:t>
      </w:r>
      <w:r w:rsidR="00A349C6" w:rsidRPr="00020EF4">
        <w:t xml:space="preserve"> a </w:t>
      </w:r>
      <w:r w:rsidRPr="00020EF4">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lastRenderedPageBreak/>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4AB24E58" w:rsidR="007D26F9" w:rsidRPr="00020EF4" w:rsidRDefault="007D26F9" w:rsidP="00BC5BDD">
      <w:pPr>
        <w:pStyle w:val="Textbezslovn"/>
        <w:rPr>
          <w:rStyle w:val="Tun"/>
        </w:rPr>
      </w:pPr>
      <w:r w:rsidRPr="008F7242">
        <w:rPr>
          <w:rStyle w:val="Tun"/>
        </w:rPr>
        <w:t xml:space="preserve">Celková lhůta pro dokončení Díla </w:t>
      </w:r>
      <w:r w:rsidRPr="00517C97">
        <w:rPr>
          <w:rStyle w:val="Tun"/>
          <w:b w:val="0"/>
        </w:rPr>
        <w:t xml:space="preserve">činí </w:t>
      </w:r>
      <w:r w:rsidRPr="00020EF4">
        <w:rPr>
          <w:rStyle w:val="Tun"/>
          <w:b w:val="0"/>
        </w:rPr>
        <w:t>celkem</w:t>
      </w:r>
      <w:r w:rsidRPr="00020EF4">
        <w:rPr>
          <w:rStyle w:val="Tun"/>
        </w:rPr>
        <w:t xml:space="preserve"> </w:t>
      </w:r>
      <w:r w:rsidR="00646412" w:rsidRPr="00020EF4">
        <w:rPr>
          <w:rStyle w:val="Tun"/>
        </w:rPr>
        <w:t>17</w:t>
      </w:r>
      <w:r w:rsidRPr="00020EF4">
        <w:rPr>
          <w:rStyle w:val="Tun"/>
        </w:rPr>
        <w:t xml:space="preserve"> měsíců ode </w:t>
      </w:r>
      <w:r w:rsidR="00517C97" w:rsidRPr="00020EF4">
        <w:rPr>
          <w:rStyle w:val="Tun"/>
        </w:rPr>
        <w:t>d</w:t>
      </w:r>
      <w:r w:rsidRPr="00020EF4">
        <w:rPr>
          <w:rStyle w:val="Tun"/>
        </w:rPr>
        <w:t xml:space="preserve">ne zahájení stavebních prací </w:t>
      </w:r>
      <w:r w:rsidRPr="00020EF4">
        <w:rPr>
          <w:rStyle w:val="Tun"/>
          <w:b w:val="0"/>
        </w:rPr>
        <w:t>(dokladem prokazujícím, že Zhotovitel dokončil celé Dílo, je Předávací protokol dle odst. 10.4 Obchodních podmínek).</w:t>
      </w:r>
    </w:p>
    <w:p w14:paraId="3AC6763F" w14:textId="13B3C834" w:rsidR="007D26F9" w:rsidRPr="00020EF4" w:rsidRDefault="007D26F9" w:rsidP="00BC5BDD">
      <w:pPr>
        <w:pStyle w:val="Textbezslovn"/>
      </w:pPr>
      <w:r w:rsidRPr="00020EF4">
        <w:rPr>
          <w:b/>
        </w:rPr>
        <w:t>Lhůta pro dokončení stavebních prací</w:t>
      </w:r>
      <w:r w:rsidRPr="00020EF4">
        <w:t xml:space="preserve"> činí celkem </w:t>
      </w:r>
      <w:r w:rsidR="00646412" w:rsidRPr="00020EF4">
        <w:rPr>
          <w:rStyle w:val="Tun"/>
        </w:rPr>
        <w:t>11</w:t>
      </w:r>
      <w:r w:rsidRPr="00020EF4">
        <w:rPr>
          <w:rStyle w:val="Tun"/>
        </w:rPr>
        <w:t xml:space="preserve"> měsíců</w:t>
      </w:r>
      <w:r w:rsidRPr="00020EF4">
        <w:rPr>
          <w:b/>
        </w:rPr>
        <w:t xml:space="preserve"> ode </w:t>
      </w:r>
      <w:r w:rsidR="00517C97" w:rsidRPr="00020EF4">
        <w:rPr>
          <w:b/>
        </w:rPr>
        <w:t>d</w:t>
      </w:r>
      <w:r w:rsidRPr="00020EF4">
        <w:rPr>
          <w:b/>
        </w:rPr>
        <w:t>ne zahájení stavebních prací</w:t>
      </w:r>
      <w:r w:rsidRPr="00020EF4">
        <w:t xml:space="preserve"> (dokladem prokazujícím, že Zhotovitel dokončil stavební práce</w:t>
      </w:r>
      <w:r w:rsidR="00A349C6" w:rsidRPr="00020EF4">
        <w:t xml:space="preserve"> a </w:t>
      </w:r>
      <w:r w:rsidRPr="00020EF4">
        <w:t>předal Objednateli veškerá plnění připadající na tuto část Díla, je poslední Zápis</w:t>
      </w:r>
      <w:r w:rsidR="00A349C6" w:rsidRPr="00020EF4">
        <w:t xml:space="preserve"> o </w:t>
      </w:r>
      <w:r w:rsidRPr="00020EF4">
        <w:t>předání</w:t>
      </w:r>
      <w:r w:rsidR="00A349C6" w:rsidRPr="00020EF4">
        <w:t xml:space="preserve"> a </w:t>
      </w:r>
      <w:r w:rsidRPr="00020EF4">
        <w:t xml:space="preserve">převzetí Díla). </w:t>
      </w:r>
    </w:p>
    <w:p w14:paraId="1DB2B6D5" w14:textId="3C100262" w:rsidR="002D7AA5" w:rsidRPr="00020EF4" w:rsidRDefault="00E00CD2" w:rsidP="002D7AA5">
      <w:pPr>
        <w:pStyle w:val="Odrka1-3"/>
        <w:numPr>
          <w:ilvl w:val="0"/>
          <w:numId w:val="0"/>
        </w:numPr>
        <w:ind w:left="709"/>
      </w:pPr>
      <w:r w:rsidRPr="00020EF4">
        <w:rPr>
          <w:b/>
          <w:bCs/>
        </w:rPr>
        <w:t>Následná</w:t>
      </w:r>
      <w:r w:rsidRPr="00020EF4">
        <w:rPr>
          <w:bCs/>
        </w:rPr>
        <w:t xml:space="preserve"> </w:t>
      </w:r>
      <w:r w:rsidRPr="00020EF4">
        <w:rPr>
          <w:b/>
          <w:bCs/>
        </w:rPr>
        <w:t>úprava směrového a výškového uspořádání koleje</w:t>
      </w:r>
      <w:r w:rsidRPr="00020EF4">
        <w:rPr>
          <w:bCs/>
        </w:rPr>
        <w:t xml:space="preserve">, která se týká </w:t>
      </w:r>
      <w:r w:rsidR="00646412" w:rsidRPr="00020EF4">
        <w:rPr>
          <w:bCs/>
        </w:rPr>
        <w:t>„</w:t>
      </w:r>
      <w:r w:rsidR="00646412" w:rsidRPr="00020EF4">
        <w:rPr>
          <w:b/>
          <w:bCs/>
        </w:rPr>
        <w:t>SO 01-01 Železniční svršek“ a „SO 02-01 Železniční svršek</w:t>
      </w:r>
      <w:r w:rsidR="00646412" w:rsidRPr="00020EF4">
        <w:rPr>
          <w:bCs/>
        </w:rPr>
        <w:t xml:space="preserve">“, bude provedena do </w:t>
      </w:r>
      <w:r w:rsidR="00646412" w:rsidRPr="00020EF4">
        <w:rPr>
          <w:b/>
          <w:bCs/>
        </w:rPr>
        <w:t>5 měsíců</w:t>
      </w:r>
      <w:r w:rsidRPr="00020EF4">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r w:rsidR="002D7AA5" w:rsidRPr="00020EF4">
        <w:rPr>
          <w:bCs/>
        </w:rPr>
        <w:t xml:space="preserve"> </w:t>
      </w:r>
    </w:p>
    <w:p w14:paraId="6AB33383" w14:textId="4E56A20A" w:rsidR="007D26F9" w:rsidRPr="00020EF4" w:rsidRDefault="00613EC8" w:rsidP="00BC5BDD">
      <w:pPr>
        <w:pStyle w:val="Textbezslovn"/>
      </w:pPr>
      <w:r w:rsidRPr="00020EF4">
        <w:rPr>
          <w:b/>
        </w:rPr>
        <w:t>P</w:t>
      </w:r>
      <w:r w:rsidR="007D26F9" w:rsidRPr="00020EF4">
        <w:rPr>
          <w:b/>
        </w:rPr>
        <w:t>ředání osvědčení</w:t>
      </w:r>
      <w:r w:rsidR="00A349C6" w:rsidRPr="00020EF4">
        <w:rPr>
          <w:b/>
        </w:rPr>
        <w:t xml:space="preserve"> o </w:t>
      </w:r>
      <w:r w:rsidR="007D26F9" w:rsidRPr="00020EF4">
        <w:rPr>
          <w:b/>
        </w:rPr>
        <w:t>bezpečnosti</w:t>
      </w:r>
      <w:r w:rsidR="007D26F9" w:rsidRPr="00020EF4">
        <w:t xml:space="preserve"> zpracovaného nezávislým posuzovatelem podle prováděcího nařízení Komise (EU) č. 402/2013 ze dne 30. dubna 2013</w:t>
      </w:r>
      <w:r w:rsidR="00A349C6" w:rsidRPr="00020EF4">
        <w:t xml:space="preserve"> o </w:t>
      </w:r>
      <w:r w:rsidR="007D26F9" w:rsidRPr="00020EF4">
        <w:t>společné bezpečnostní metodě pro hodnocení</w:t>
      </w:r>
      <w:r w:rsidR="00A349C6" w:rsidRPr="00020EF4">
        <w:t xml:space="preserve"> a </w:t>
      </w:r>
      <w:r w:rsidR="007D26F9" w:rsidRPr="00020EF4">
        <w:t>posuzování rizik</w:t>
      </w:r>
      <w:r w:rsidR="00A349C6" w:rsidRPr="00020EF4">
        <w:t xml:space="preserve"> a o </w:t>
      </w:r>
      <w:r w:rsidR="007D26F9" w:rsidRPr="00020EF4">
        <w:t xml:space="preserve">zrušení nařízení (ES) č. 352/2009, </w:t>
      </w:r>
      <w:r w:rsidR="007D26F9" w:rsidRPr="00020EF4">
        <w:rPr>
          <w:b/>
        </w:rPr>
        <w:t>předání souborného zpracování geodetické části dokumentace skutečného provedení stavby</w:t>
      </w:r>
      <w:r w:rsidR="00A349C6" w:rsidRPr="00020EF4">
        <w:t xml:space="preserve"> a </w:t>
      </w:r>
      <w:r w:rsidR="007D26F9" w:rsidRPr="00020EF4">
        <w:t xml:space="preserve">kompletní technické části dokumentace skutečného provedení stavby bude provedeno nejpozději do </w:t>
      </w:r>
      <w:r w:rsidR="007D26F9" w:rsidRPr="00020EF4">
        <w:rPr>
          <w:rStyle w:val="Tun"/>
        </w:rPr>
        <w:t>6 měsíců</w:t>
      </w:r>
      <w:r w:rsidR="007D26F9" w:rsidRPr="00020EF4">
        <w:rPr>
          <w:b/>
        </w:rPr>
        <w:t xml:space="preserve"> ode dne podpisu posledního Zápisu</w:t>
      </w:r>
      <w:r w:rsidR="00A349C6" w:rsidRPr="00020EF4">
        <w:rPr>
          <w:b/>
        </w:rPr>
        <w:t xml:space="preserve"> o </w:t>
      </w:r>
      <w:r w:rsidR="007D26F9" w:rsidRPr="00020EF4">
        <w:rPr>
          <w:b/>
        </w:rPr>
        <w:t>předání</w:t>
      </w:r>
      <w:r w:rsidR="00A349C6" w:rsidRPr="00020EF4">
        <w:rPr>
          <w:b/>
        </w:rPr>
        <w:t xml:space="preserve"> a </w:t>
      </w:r>
      <w:r w:rsidR="007D26F9" w:rsidRPr="00020EF4">
        <w:rPr>
          <w:b/>
        </w:rPr>
        <w:t>převzetí Díla</w:t>
      </w:r>
      <w:r w:rsidR="00646412" w:rsidRPr="00020EF4">
        <w:t xml:space="preserve">, </w:t>
      </w:r>
      <w:r w:rsidR="00646412" w:rsidRPr="00020EF4">
        <w:rPr>
          <w:rFonts w:eastAsia="Times New Roman" w:cs="Times New Roman"/>
          <w:lang w:eastAsia="cs-CZ"/>
        </w:rPr>
        <w:t>vyjma Zápisu o předání a převzetí následné úpravy směrového a výškového uspořádání koleje.</w:t>
      </w:r>
    </w:p>
    <w:p w14:paraId="70B769A1" w14:textId="77777777" w:rsidR="007D26F9" w:rsidRDefault="007D26F9" w:rsidP="00BC5BDD">
      <w:pPr>
        <w:pStyle w:val="Text1-1"/>
      </w:pPr>
      <w:r w:rsidRPr="00020EF4">
        <w:t>Práva</w:t>
      </w:r>
      <w:r w:rsidR="00A349C6" w:rsidRPr="00020EF4">
        <w:t xml:space="preserve"> a </w:t>
      </w:r>
      <w:r w:rsidRPr="00020EF4">
        <w:t>povinnosti smluvních stran se řídí touto Smlouvou včetně jejích příloh. V</w:t>
      </w:r>
      <w:r w:rsidR="008F7242" w:rsidRPr="00020EF4">
        <w:t> </w:t>
      </w:r>
      <w:r w:rsidRPr="00020EF4">
        <w:t>případě</w:t>
      </w:r>
      <w:r>
        <w:t xml:space="preserve">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55D2616A" w:rsidR="00D34052" w:rsidRPr="00D34052" w:rsidRDefault="00D34052" w:rsidP="00D34052">
      <w:pPr>
        <w:pStyle w:val="Text1-1"/>
        <w:numPr>
          <w:ilvl w:val="0"/>
          <w:numId w:val="0"/>
        </w:numPr>
        <w:ind w:left="737"/>
      </w:pPr>
      <w:r w:rsidRPr="00D34052">
        <w:t>Z důvodu centralizace podatelen státní organizace Správa železnic k 1. 7. 2021 bude Zhotovitel s účinností od uvedeného data daňové doklady vystavovat a tyto Objednateli doručovat některým 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lastRenderedPageBreak/>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020EF4"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 xml:space="preserve">ochraně </w:t>
      </w:r>
      <w:r w:rsidRPr="00020EF4">
        <w:t>fyzických osob</w:t>
      </w:r>
      <w:r w:rsidR="00A349C6" w:rsidRPr="00020EF4">
        <w:t xml:space="preserve"> v </w:t>
      </w:r>
      <w:r w:rsidRPr="00020EF4">
        <w:t>souvislosti se zapracováním osobních údajů</w:t>
      </w:r>
      <w:r w:rsidR="00A349C6" w:rsidRPr="00020EF4">
        <w:t xml:space="preserve"> a o </w:t>
      </w:r>
      <w:r w:rsidRPr="00020EF4">
        <w:t>volném pohybu těchto údajů</w:t>
      </w:r>
      <w:r w:rsidR="00A349C6" w:rsidRPr="00020EF4">
        <w:t xml:space="preserve"> a o </w:t>
      </w:r>
      <w:r w:rsidRPr="00020EF4">
        <w:t>zrušení směrnice 95/46 ES (obecné nařízení</w:t>
      </w:r>
      <w:r w:rsidR="00A349C6" w:rsidRPr="00020EF4">
        <w:t xml:space="preserve"> o </w:t>
      </w:r>
      <w:r w:rsidRPr="00020EF4">
        <w:t xml:space="preserve">ochraně osobních </w:t>
      </w:r>
      <w:proofErr w:type="gramStart"/>
      <w:r w:rsidRPr="00020EF4">
        <w:t>údajů) (dále</w:t>
      </w:r>
      <w:proofErr w:type="gramEnd"/>
      <w:r w:rsidRPr="00020EF4">
        <w:t xml:space="preserve"> jen GDPR), které se na něj </w:t>
      </w:r>
      <w:r w:rsidR="008F7242" w:rsidRPr="00020EF4">
        <w:t>jako na zpracovatele vztahují</w:t>
      </w:r>
      <w:r w:rsidR="00A349C6" w:rsidRPr="00020EF4">
        <w:t xml:space="preserve"> a </w:t>
      </w:r>
      <w:r w:rsidRPr="00020EF4">
        <w:t>plnění těchto povinností na vyžádání doložit Objednateli.</w:t>
      </w:r>
    </w:p>
    <w:p w14:paraId="2ABC55C4" w14:textId="77777777" w:rsidR="007D26F9" w:rsidRPr="00020EF4" w:rsidRDefault="007D26F9" w:rsidP="00BC5BDD">
      <w:pPr>
        <w:pStyle w:val="Text1-1"/>
      </w:pPr>
      <w:r w:rsidRPr="00020EF4">
        <w:t>Objednatel si vyhrazuje:</w:t>
      </w:r>
    </w:p>
    <w:p w14:paraId="1633000B" w14:textId="77777777" w:rsidR="009809A9" w:rsidRPr="00020EF4" w:rsidRDefault="009809A9" w:rsidP="009809A9">
      <w:pPr>
        <w:pStyle w:val="Text1-2"/>
      </w:pPr>
      <w:r w:rsidRPr="00020EF4">
        <w:t>požadavek, že ní</w:t>
      </w:r>
      <w:r w:rsidRPr="00020EF4">
        <w:rPr>
          <w:rStyle w:val="Text1-2Char"/>
        </w:rPr>
        <w:t>ž</w:t>
      </w:r>
      <w:r w:rsidRPr="00020EF4">
        <w:t>e uvedené významné činnosti při plnění veřejné zakázky musí být plněny přímo Zhotovitelem jeho vlastními prostředky:</w:t>
      </w:r>
    </w:p>
    <w:p w14:paraId="29F19674" w14:textId="5CA6D0DF" w:rsidR="007D26F9" w:rsidRPr="00020EF4" w:rsidRDefault="00646412" w:rsidP="00BC5BDD">
      <w:pPr>
        <w:pStyle w:val="Odrka1-3"/>
      </w:pPr>
      <w:r w:rsidRPr="00020EF4">
        <w:rPr>
          <w:b/>
        </w:rPr>
        <w:t>PS 01-01 Přejezdové zabezpečovací zařízení v km 21,532.</w:t>
      </w:r>
    </w:p>
    <w:p w14:paraId="286A149B" w14:textId="61E63435" w:rsidR="00F84F51" w:rsidRPr="00020EF4" w:rsidRDefault="00F84F51" w:rsidP="00F84F51">
      <w:pPr>
        <w:pStyle w:val="Odrka1-3"/>
        <w:numPr>
          <w:ilvl w:val="0"/>
          <w:numId w:val="0"/>
        </w:numPr>
        <w:ind w:left="709"/>
      </w:pPr>
    </w:p>
    <w:p w14:paraId="4DA874A7" w14:textId="77777777" w:rsidR="007D26F9" w:rsidRPr="009D7398" w:rsidRDefault="007D26F9" w:rsidP="00BC5BDD">
      <w:pPr>
        <w:pStyle w:val="Text1-1"/>
        <w:rPr>
          <w:color w:val="FF0000"/>
        </w:rPr>
      </w:pPr>
      <w:r w:rsidRPr="00020EF4">
        <w:t>Objednatel si vyhrazuje změnu zhotovitele</w:t>
      </w:r>
      <w:r w:rsidR="00A349C6" w:rsidRPr="00020EF4">
        <w:t xml:space="preserve"> v </w:t>
      </w:r>
      <w:r w:rsidRPr="00020EF4">
        <w:t>průběhu plnění veřejné zakázky, dojde-li</w:t>
      </w:r>
      <w:r w:rsidR="00A349C6" w:rsidRPr="00020EF4">
        <w:t xml:space="preserve"> k </w:t>
      </w:r>
      <w:r w:rsidRPr="00020EF4">
        <w:t>předčasnému ukončení této Smlouvy ze strany Zhotovitele nebo</w:t>
      </w:r>
      <w:r w:rsidR="00A349C6" w:rsidRPr="00020EF4">
        <w:t xml:space="preserve"> k </w:t>
      </w:r>
      <w:r w:rsidRPr="00020EF4">
        <w:t>předčasnému ukončení Smlouvy ze strany Objednatele</w:t>
      </w:r>
      <w:r w:rsidR="00A349C6" w:rsidRPr="00020EF4">
        <w:t xml:space="preserve"> z </w:t>
      </w:r>
      <w:r w:rsidRPr="00020EF4">
        <w:t>důvodu porušení povinnosti Zhotovitele. Smluvní strany výslovně akceptují, že dle čl. 14 Výzvy</w:t>
      </w:r>
      <w:r w:rsidR="00A349C6" w:rsidRPr="00020EF4">
        <w:t xml:space="preserve"> k </w:t>
      </w:r>
      <w:r w:rsidRPr="00020EF4">
        <w:t>podání nabídky je Objednatel oprávněn přistoupit</w:t>
      </w:r>
      <w:r w:rsidR="00A349C6" w:rsidRPr="00020EF4">
        <w:t xml:space="preserve"> k </w:t>
      </w:r>
      <w:r w:rsidRPr="00020EF4">
        <w:t>nahrazení Zhotovitele způsobem</w:t>
      </w:r>
      <w:r w:rsidR="00A349C6" w:rsidRPr="00020EF4">
        <w:t xml:space="preserve"> a </w:t>
      </w:r>
      <w:r w:rsidRPr="00020EF4">
        <w:t>za podmínek dle čl. 14 Výzvy</w:t>
      </w:r>
      <w:r w:rsidR="00A349C6" w:rsidRPr="00020EF4">
        <w:t xml:space="preserve"> k </w:t>
      </w:r>
      <w:r w:rsidRPr="00020EF4">
        <w:t>podání nabídky. V takovém případě je Zhotovitel povinen poskytnout Objednateli</w:t>
      </w:r>
      <w:r w:rsidR="00A349C6" w:rsidRPr="00020EF4">
        <w:t xml:space="preserve"> a </w:t>
      </w:r>
      <w:r w:rsidRPr="00020EF4">
        <w:t>nově určenému zhotoviteli veškerou součinnost nezbytnou pro další provádění</w:t>
      </w:r>
      <w:r>
        <w:t xml:space="preserve">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2515AF6E"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5C17C2B4"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E5BB362"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7B266864"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 xml:space="preserve">stran. Žádná ze stran není oprávněna převést jakákoliv práva či povinnosti nebo jejich část na třetí osobu bez </w:t>
      </w:r>
      <w:r w:rsidRPr="009A12BD">
        <w:lastRenderedPageBreak/>
        <w:t>předchozího písemnéh</w:t>
      </w:r>
      <w:r w:rsidR="0052690B" w:rsidRPr="009A12BD">
        <w:t>o souhlasu druhé smluvní strany, není-li jinde ve Smlouvě uvedeno jinak.</w:t>
      </w:r>
    </w:p>
    <w:p w14:paraId="6B0C0FAD" w14:textId="41122A91"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020EF4"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020EF4">
        <w:t>nejbližší účelu neplatného či nevynutitelného ustanovení.</w:t>
      </w:r>
    </w:p>
    <w:p w14:paraId="06138B25" w14:textId="77777777" w:rsidR="00D34052" w:rsidRPr="00020EF4" w:rsidRDefault="00D34052" w:rsidP="00D34052">
      <w:pPr>
        <w:pStyle w:val="Text1-1"/>
      </w:pPr>
      <w:r w:rsidRPr="00020EF4">
        <w:t>Tato Smlouva je sepsána v jednom vyhotovení v elektronické formě. Tato Smlouva je uzavřena zaručeným elektronickým podpisem obou smluvních stran. Smlouva nabývá účinnosti dnem uveřejnění v registru smluv.</w:t>
      </w:r>
    </w:p>
    <w:p w14:paraId="07EF3D66" w14:textId="77777777" w:rsidR="00D34052" w:rsidRPr="00020EF4" w:rsidRDefault="00D34052" w:rsidP="00D34052">
      <w:pPr>
        <w:pStyle w:val="Text1-1"/>
        <w:numPr>
          <w:ilvl w:val="0"/>
          <w:numId w:val="0"/>
        </w:numPr>
        <w:ind w:left="737"/>
      </w:pPr>
      <w:r w:rsidRPr="00020EF4">
        <w:t>Alternativa</w:t>
      </w:r>
    </w:p>
    <w:p w14:paraId="6F352D2F" w14:textId="6C0E9ECE" w:rsidR="00D34052" w:rsidRDefault="00D34052" w:rsidP="00D34052">
      <w:pPr>
        <w:pStyle w:val="Text1-1"/>
        <w:numPr>
          <w:ilvl w:val="0"/>
          <w:numId w:val="0"/>
        </w:numPr>
        <w:ind w:left="737"/>
      </w:pPr>
      <w:r w:rsidRPr="00020EF4">
        <w:t xml:space="preserve">Tato Smlouva je vyhotovena ve </w:t>
      </w:r>
      <w:r w:rsidRPr="001C126B">
        <w:rPr>
          <w:b/>
          <w:highlight w:val="yellow"/>
        </w:rPr>
        <w:fldChar w:fldCharType="begin"/>
      </w:r>
      <w:r w:rsidRPr="001C126B">
        <w:rPr>
          <w:b/>
          <w:highlight w:val="yellow"/>
        </w:rPr>
        <w:instrText xml:space="preserve"> MACROBUTTON  VložitŠirokouMezeru "[VLOŽÍ ZHOTOVITEL]" </w:instrText>
      </w:r>
      <w:r w:rsidRPr="001C126B">
        <w:rPr>
          <w:b/>
          <w:highlight w:val="yellow"/>
        </w:rPr>
        <w:fldChar w:fldCharType="end"/>
      </w:r>
      <w:r w:rsidRPr="00020EF4">
        <w:t xml:space="preserve">vyhotoveních, z nichž Objednatel obdrží jedno vyhotovení a Zhotovitel obdrží </w:t>
      </w:r>
      <w:r w:rsidRPr="001C126B">
        <w:rPr>
          <w:b/>
          <w:highlight w:val="yellow"/>
        </w:rPr>
        <w:fldChar w:fldCharType="begin"/>
      </w:r>
      <w:r w:rsidRPr="001C126B">
        <w:rPr>
          <w:b/>
          <w:highlight w:val="yellow"/>
        </w:rPr>
        <w:instrText xml:space="preserve"> MACROBUTTON  VložitŠirokouMezeru "[VLOŽÍ ZHOTOVITEL]" </w:instrText>
      </w:r>
      <w:r w:rsidRPr="001C126B">
        <w:rPr>
          <w:b/>
          <w:highlight w:val="yellow"/>
        </w:rPr>
        <w:fldChar w:fldCharType="end"/>
      </w:r>
      <w:r w:rsidRPr="00020EF4">
        <w:t>vyhotovení.</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 xml:space="preserve">ani odpovídat za případnou škodu či jinou újmu takovým postupem vzniklou. Označením obchodního tajemství ve smyslu předchozí věty </w:t>
      </w:r>
      <w:r>
        <w:lastRenderedPageBreak/>
        <w:t>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1BAB8277" w:rsidR="007D26F9" w:rsidRDefault="007D26F9" w:rsidP="00342DC7">
      <w:pPr>
        <w:pStyle w:val="Textbezslovn"/>
      </w:pPr>
      <w:r w:rsidRPr="00A349C6">
        <w:rPr>
          <w:b/>
        </w:rPr>
        <w:t>Příloha č. 1:</w:t>
      </w:r>
      <w:r w:rsidR="008F7242">
        <w:t xml:space="preserve"> </w:t>
      </w:r>
      <w:r w:rsidR="008F7242">
        <w:tab/>
      </w:r>
      <w:r>
        <w:t xml:space="preserve">Obchodní podmínky – </w:t>
      </w:r>
      <w:r w:rsidR="0096731F" w:rsidRPr="0096731F">
        <w:t>OP_R_22-21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21C49A32" w:rsidR="007D26F9" w:rsidRDefault="00F43D42" w:rsidP="00F43D42">
      <w:pPr>
        <w:pStyle w:val="Textbezslovn"/>
        <w:ind w:left="2127"/>
      </w:pPr>
      <w:r>
        <w:t xml:space="preserve">b) </w:t>
      </w:r>
      <w:r w:rsidR="007D26F9">
        <w:t xml:space="preserve">Všeobecné technické podmínky – </w:t>
      </w:r>
      <w:r w:rsidR="0096731F" w:rsidRPr="0096731F">
        <w:t>VTP_R_14-20</w:t>
      </w:r>
    </w:p>
    <w:p w14:paraId="309696BE" w14:textId="6F389513" w:rsidR="00DB30EF" w:rsidRDefault="00F43D42" w:rsidP="00DB30EF">
      <w:pPr>
        <w:pStyle w:val="Textbezslovn"/>
        <w:ind w:left="2127"/>
      </w:pPr>
      <w:r>
        <w:t xml:space="preserve">c) </w:t>
      </w:r>
      <w:r w:rsidR="00DB30EF">
        <w:t>Zvláštní technické podmínky pro každou stavbu samostatně::</w:t>
      </w:r>
    </w:p>
    <w:p w14:paraId="1C21B883" w14:textId="77777777" w:rsidR="00DB30EF" w:rsidRDefault="00DB30EF" w:rsidP="00DB30EF">
      <w:pPr>
        <w:pStyle w:val="Textbezslovn"/>
        <w:ind w:left="2127"/>
      </w:pPr>
      <w:r>
        <w:t>A: „Rekonstrukce železniční zastávky Náměšť na Hané“ z 22. 6. 2021</w:t>
      </w:r>
    </w:p>
    <w:p w14:paraId="239F0F49" w14:textId="54B049FD" w:rsidR="007D26F9" w:rsidRDefault="00DB30EF" w:rsidP="00DB30EF">
      <w:pPr>
        <w:pStyle w:val="Textbezslovn"/>
        <w:ind w:left="2127"/>
      </w:pPr>
      <w:r>
        <w:t>B: „Rekonstrukce přejezdu v km 21,532 (P7640) trati Kostelec na Hané - Olomouc“ z 22. 6. 2021</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7C663F77" w:rsidR="00F422D3" w:rsidRDefault="00F422D3" w:rsidP="009F0867">
      <w:pPr>
        <w:pStyle w:val="Textbezodsazen"/>
      </w:pPr>
    </w:p>
    <w:p w14:paraId="799DB309" w14:textId="7F6D8E12" w:rsidR="00020EF4" w:rsidRDefault="00020EF4" w:rsidP="009F0867">
      <w:pPr>
        <w:pStyle w:val="Textbezodsazen"/>
      </w:pPr>
    </w:p>
    <w:p w14:paraId="28F04A3E" w14:textId="12E64499" w:rsidR="00020EF4" w:rsidRDefault="00020EF4" w:rsidP="009F0867">
      <w:pPr>
        <w:pStyle w:val="Textbezodsazen"/>
      </w:pPr>
    </w:p>
    <w:p w14:paraId="26E26266" w14:textId="77777777" w:rsidR="00020EF4" w:rsidRDefault="00020EF4"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5B536F2E" w14:textId="77777777" w:rsidR="0096731F" w:rsidRDefault="0096731F" w:rsidP="00CB4F6D">
      <w:pPr>
        <w:pStyle w:val="Textbezodsazen"/>
      </w:pPr>
      <w:r w:rsidRPr="0096731F">
        <w:t xml:space="preserve">OP_R_22-21 </w:t>
      </w:r>
    </w:p>
    <w:p w14:paraId="650FE39A" w14:textId="3CD1E538"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1BF793A2" w:rsidR="00342DC7" w:rsidRDefault="00342DC7" w:rsidP="0096731F">
      <w:pPr>
        <w:pStyle w:val="Odstavec1-1a"/>
        <w:numPr>
          <w:ilvl w:val="0"/>
          <w:numId w:val="13"/>
        </w:numPr>
        <w:tabs>
          <w:tab w:val="clear" w:pos="1475"/>
          <w:tab w:val="num" w:pos="1077"/>
        </w:tabs>
        <w:ind w:left="1077"/>
        <w:rPr>
          <w:b/>
        </w:rPr>
      </w:pPr>
      <w:r w:rsidRPr="00AE4B52">
        <w:rPr>
          <w:rStyle w:val="Tun"/>
        </w:rPr>
        <w:t xml:space="preserve">Všeobecné technické podmínky </w:t>
      </w:r>
      <w:r w:rsidR="0096731F" w:rsidRPr="0096731F">
        <w:rPr>
          <w:b/>
        </w:rPr>
        <w:t>VTP_R_14-20</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43C35AC4" w:rsidR="00342DC7" w:rsidRDefault="0096731F" w:rsidP="00DB30EF">
      <w:pPr>
        <w:pStyle w:val="Odstavec1-1a"/>
        <w:numPr>
          <w:ilvl w:val="0"/>
          <w:numId w:val="13"/>
        </w:numPr>
        <w:tabs>
          <w:tab w:val="clear" w:pos="1475"/>
          <w:tab w:val="num" w:pos="1077"/>
        </w:tabs>
        <w:ind w:left="1077"/>
        <w:rPr>
          <w:rStyle w:val="Tun"/>
        </w:rPr>
      </w:pPr>
      <w:r>
        <w:rPr>
          <w:rStyle w:val="Tun"/>
        </w:rPr>
        <w:t>Zvláštní technické podmínky</w:t>
      </w:r>
      <w:r w:rsidR="00DB30EF" w:rsidRPr="00DB30EF">
        <w:t xml:space="preserve"> </w:t>
      </w:r>
      <w:r w:rsidR="00DB30EF" w:rsidRPr="00DB30EF">
        <w:rPr>
          <w:rStyle w:val="Tun"/>
        </w:rPr>
        <w:t>pro každou stavbu samostatně:</w:t>
      </w:r>
      <w:r>
        <w:rPr>
          <w:rStyle w:val="Tun"/>
        </w:rPr>
        <w:t>:</w:t>
      </w:r>
    </w:p>
    <w:p w14:paraId="7615FF99" w14:textId="1B680AE3" w:rsidR="0096731F" w:rsidRPr="0096731F" w:rsidRDefault="0096731F" w:rsidP="0096731F">
      <w:pPr>
        <w:pStyle w:val="Odstavec1-1a"/>
        <w:ind w:left="1077"/>
        <w:rPr>
          <w:b/>
        </w:rPr>
      </w:pPr>
      <w:r w:rsidRPr="0096731F">
        <w:rPr>
          <w:b/>
        </w:rPr>
        <w:t>A: „Rekonstrukce žele</w:t>
      </w:r>
      <w:r>
        <w:rPr>
          <w:b/>
        </w:rPr>
        <w:t>zniční zastávky Náměšť na Hané“ z 22. 6. 2021</w:t>
      </w:r>
    </w:p>
    <w:p w14:paraId="0837977F" w14:textId="4BF2A1AC" w:rsidR="0096731F" w:rsidRDefault="0096731F" w:rsidP="0096731F">
      <w:pPr>
        <w:pStyle w:val="Odstavec1-1a"/>
        <w:ind w:left="1077"/>
        <w:rPr>
          <w:b/>
        </w:rPr>
      </w:pPr>
      <w:r w:rsidRPr="0096731F">
        <w:rPr>
          <w:b/>
        </w:rPr>
        <w:t>B: „Rekonstrukce přejezdu v km 21,532 (P7640) trati Kostelec na Hané - Olomouc“</w:t>
      </w:r>
      <w:r>
        <w:rPr>
          <w:b/>
        </w:rPr>
        <w:t xml:space="preserve"> z 22. 6. 2021</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500AA1B0" w14:textId="77777777" w:rsidR="00AA686C" w:rsidRDefault="00AA686C" w:rsidP="00AA686C">
      <w:pPr>
        <w:pStyle w:val="Odrka1-1"/>
      </w:pPr>
      <w:r>
        <w:t>Stavba A „Rekonstrukce železniční zastávky Náměšť na Hané“:</w:t>
      </w:r>
    </w:p>
    <w:p w14:paraId="42E9B281" w14:textId="2FCEB284" w:rsidR="00AA686C" w:rsidRDefault="00AA686C" w:rsidP="00AA686C">
      <w:pPr>
        <w:pStyle w:val="Odrka1-1"/>
        <w:numPr>
          <w:ilvl w:val="0"/>
          <w:numId w:val="0"/>
        </w:numPr>
        <w:ind w:left="1077"/>
      </w:pPr>
      <w:r>
        <w:t>DUSP (Projektová dokumentace pro společné povolení stavby) zpracovaná společností MORAVIA CONSULT Olomouc a.s., Legionářská 1085/8, 779 00 Olomouc, I</w:t>
      </w:r>
      <w:r w:rsidR="00020EF4">
        <w:t>ČO: 64610357, ze dne 6. 10. 2020</w:t>
      </w:r>
      <w:r>
        <w:t>;</w:t>
      </w:r>
    </w:p>
    <w:p w14:paraId="1A71E957" w14:textId="77777777" w:rsidR="00AA686C" w:rsidRDefault="00AA686C" w:rsidP="00AA686C">
      <w:pPr>
        <w:pStyle w:val="Odrka1-1"/>
      </w:pPr>
      <w:r>
        <w:t>Stavba B „Rekonstrukce přejezdu v km 21,532 (P7640) trati Kostelec na Hané - Olomouc“:</w:t>
      </w:r>
    </w:p>
    <w:p w14:paraId="4F843949" w14:textId="0B82A754" w:rsidR="00985DF9" w:rsidRPr="000C2B01" w:rsidRDefault="00AA686C" w:rsidP="00AA686C">
      <w:pPr>
        <w:pStyle w:val="Odrka1-1"/>
        <w:numPr>
          <w:ilvl w:val="0"/>
          <w:numId w:val="0"/>
        </w:numPr>
        <w:ind w:left="1077"/>
      </w:pPr>
      <w:r>
        <w:t>DUSP (Projektová dokumentace pro společné povolení stavby) zpracovaná společností MORAVIA CONSULT Olomouc a.s., Legionářská 1085/8, 779 00 Olomouc, I</w:t>
      </w:r>
      <w:r w:rsidR="00020EF4">
        <w:t>ČO: 64610357, ze dne 6. 10. 2020</w:t>
      </w:r>
      <w:r w:rsidR="00985DF9" w:rsidRPr="000C2B01">
        <w:t xml:space="preserve">  </w:t>
      </w:r>
    </w:p>
    <w:p w14:paraId="5CD37F06" w14:textId="0D2A12AB" w:rsidR="00AE4B52" w:rsidRPr="00AA686C" w:rsidRDefault="00AA686C" w:rsidP="00AA686C">
      <w:pPr>
        <w:pStyle w:val="Odrka1-1"/>
      </w:pPr>
      <w:r w:rsidRPr="00AA686C">
        <w:t>Společné povolení</w:t>
      </w:r>
      <w:r>
        <w:t xml:space="preserve"> </w:t>
      </w:r>
      <w:r w:rsidR="00985DF9" w:rsidRPr="000C2B01">
        <w:t>/Jiné obdobné rozhodnutí</w:t>
      </w:r>
      <w:r>
        <w:t xml:space="preserve"> </w:t>
      </w:r>
      <w:r w:rsidRPr="00020EF4">
        <w:t>b</w:t>
      </w:r>
      <w:r w:rsidR="00AE4B52" w:rsidRPr="00020EF4">
        <w:t xml:space="preserve">ude </w:t>
      </w:r>
      <w:r w:rsidRPr="00020EF4">
        <w:t>předáno vybranému dodavateli</w:t>
      </w:r>
      <w:r w:rsidR="00AE4B52" w:rsidRPr="00020EF4">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242CEAC9" w14:textId="77777777" w:rsidR="00D906E7" w:rsidRPr="00D906E7" w:rsidRDefault="00D906E7" w:rsidP="00D906E7">
      <w:pPr>
        <w:spacing w:after="120" w:line="280" w:lineRule="exact"/>
        <w:rPr>
          <w:rFonts w:asciiTheme="minorHAnsi" w:eastAsia="Times New Roman" w:hAnsiTheme="minorHAnsi" w:cs="Calibri"/>
          <w:b/>
          <w:bCs/>
          <w:sz w:val="18"/>
          <w:szCs w:val="18"/>
          <w:lang w:eastAsia="cs-CZ"/>
        </w:rPr>
      </w:pPr>
      <w:r w:rsidRPr="00D906E7">
        <w:rPr>
          <w:rFonts w:asciiTheme="minorHAnsi" w:eastAsia="Times New Roman" w:hAnsiTheme="minorHAnsi" w:cs="Calibri"/>
          <w:b/>
          <w:bCs/>
          <w:sz w:val="18"/>
          <w:szCs w:val="18"/>
          <w:lang w:eastAsia="cs-CZ"/>
        </w:rPr>
        <w:t>Rekapitulace Ceny Díla dle stavebních objektů (SO) a provozních souborů (PS), a to samostatně pro stavby:</w:t>
      </w:r>
    </w:p>
    <w:p w14:paraId="6A37D578" w14:textId="77777777" w:rsidR="00D906E7" w:rsidRPr="00D906E7" w:rsidRDefault="00D906E7" w:rsidP="00D906E7">
      <w:pPr>
        <w:spacing w:after="120" w:line="264" w:lineRule="auto"/>
        <w:jc w:val="both"/>
        <w:rPr>
          <w:rFonts w:asciiTheme="minorHAnsi" w:hAnsiTheme="minorHAnsi"/>
          <w:sz w:val="18"/>
          <w:szCs w:val="18"/>
        </w:rPr>
      </w:pPr>
    </w:p>
    <w:p w14:paraId="2141C788" w14:textId="0643BCFA" w:rsidR="00D906E7" w:rsidRDefault="00D906E7" w:rsidP="00D906E7">
      <w:pPr>
        <w:pStyle w:val="Odrka1-1"/>
      </w:pPr>
      <w:r>
        <w:t>Stavba A „Rekonstrukce železniční zastávky Náměšť na Hané“;</w:t>
      </w:r>
    </w:p>
    <w:p w14:paraId="05D2063C" w14:textId="2D211AD9" w:rsidR="00D906E7" w:rsidRDefault="00D906E7" w:rsidP="00D906E7">
      <w:pPr>
        <w:pStyle w:val="Odrka1-1"/>
      </w:pPr>
      <w:r>
        <w:t>Stavba B „Rekonstrukce přejezdu v km 21,532 (P7640) trati Kostelec na Hané - Olomouc“.</w:t>
      </w:r>
    </w:p>
    <w:p w14:paraId="4AD4ACDE" w14:textId="77777777" w:rsidR="00D906E7" w:rsidRPr="00D906E7" w:rsidRDefault="00D906E7" w:rsidP="00D906E7">
      <w:pPr>
        <w:spacing w:after="120" w:line="264" w:lineRule="auto"/>
        <w:jc w:val="both"/>
        <w:rPr>
          <w:rFonts w:asciiTheme="minorHAnsi" w:hAnsiTheme="minorHAnsi"/>
          <w:sz w:val="18"/>
          <w:szCs w:val="18"/>
        </w:rPr>
      </w:pPr>
    </w:p>
    <w:p w14:paraId="5BF892EB" w14:textId="77777777" w:rsidR="00D906E7" w:rsidRPr="00D906E7" w:rsidRDefault="00D906E7" w:rsidP="00D906E7">
      <w:pPr>
        <w:spacing w:after="0" w:line="264" w:lineRule="auto"/>
        <w:rPr>
          <w:rFonts w:asciiTheme="minorHAnsi" w:hAnsiTheme="minorHAnsi"/>
          <w:b/>
          <w:bCs/>
        </w:rPr>
      </w:pPr>
      <w:r w:rsidRPr="00D906E7">
        <w:rPr>
          <w:rFonts w:asciiTheme="minorHAnsi" w:hAnsiTheme="minorHAnsi"/>
          <w:i/>
          <w:iCs/>
          <w:sz w:val="18"/>
          <w:szCs w:val="18"/>
        </w:rPr>
        <w:t xml:space="preserve">Do přílohy Smlouvy budou vloženy tabulky Rekapitulace Ceny Díla pro jednotlivé stavby předložené v nabídce uchazeče. </w:t>
      </w:r>
    </w:p>
    <w:p w14:paraId="07D44114" w14:textId="639B7ABC" w:rsidR="001F518E" w:rsidRDefault="001F518E" w:rsidP="00AE4B52">
      <w:pPr>
        <w:pStyle w:val="Textbezodsazen"/>
      </w:pPr>
    </w:p>
    <w:p w14:paraId="09DD2ED6" w14:textId="77777777" w:rsidR="009110F3" w:rsidRPr="006A698D" w:rsidRDefault="009110F3" w:rsidP="009110F3">
      <w:pPr>
        <w:spacing w:after="120" w:line="264" w:lineRule="auto"/>
        <w:jc w:val="both"/>
        <w:rPr>
          <w:b/>
          <w:sz w:val="18"/>
          <w:szCs w:val="18"/>
        </w:rPr>
      </w:pPr>
      <w:r w:rsidRPr="0013096C">
        <w:rPr>
          <w:b/>
        </w:rPr>
        <w:t xml:space="preserve">Fakturace proběhne u </w:t>
      </w:r>
      <w:r w:rsidRPr="00D65BB4">
        <w:rPr>
          <w:b/>
        </w:rPr>
        <w:t>každé stavby</w:t>
      </w:r>
      <w:r>
        <w:rPr>
          <w:b/>
        </w:rPr>
        <w:t xml:space="preserve"> </w:t>
      </w:r>
      <w:r w:rsidRPr="0013096C">
        <w:rPr>
          <w:b/>
        </w:rPr>
        <w:t>samostatně.</w:t>
      </w:r>
    </w:p>
    <w:p w14:paraId="5EC05A70" w14:textId="77777777" w:rsidR="009110F3" w:rsidRDefault="009110F3"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3046F128" w14:textId="77777777" w:rsidR="0056773A" w:rsidRPr="00B26902" w:rsidRDefault="0056773A" w:rsidP="0056773A">
      <w:pPr>
        <w:pStyle w:val="Nadpisbezsl1-2"/>
      </w:pPr>
      <w:r>
        <w:t>Za Objednatele:</w:t>
      </w:r>
    </w:p>
    <w:p w14:paraId="2C9E5B55" w14:textId="77777777" w:rsidR="0056773A" w:rsidRDefault="0056773A" w:rsidP="0056773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6773A" w:rsidRPr="00F95FBD" w14:paraId="3BD27349" w14:textId="77777777" w:rsidTr="0023043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229083" w14:textId="77777777" w:rsidR="0056773A" w:rsidRPr="00F95FBD" w:rsidRDefault="0056773A" w:rsidP="0023043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30EDA1E" w14:textId="77777777" w:rsidR="0056773A" w:rsidRPr="008456AA" w:rsidRDefault="0056773A" w:rsidP="0023043F">
            <w:pPr>
              <w:pStyle w:val="Tabulka"/>
              <w:cnfStyle w:val="100000000000" w:firstRow="1" w:lastRow="0" w:firstColumn="0" w:lastColumn="0" w:oddVBand="0" w:evenVBand="0" w:oddHBand="0" w:evenHBand="0" w:firstRowFirstColumn="0" w:firstRowLastColumn="0" w:lastRowFirstColumn="0" w:lastRowLastColumn="0"/>
            </w:pPr>
            <w:r w:rsidRPr="008456AA">
              <w:rPr>
                <w:rFonts w:ascii="Calibri" w:eastAsia="Times New Roman" w:hAnsi="Calibri" w:cs="Calibri"/>
                <w:b/>
                <w:sz w:val="22"/>
                <w:szCs w:val="22"/>
                <w:lang w:eastAsia="en-US"/>
              </w:rPr>
              <w:t>Ing. Miroslav Bocák, ředitel Stavební správy východ</w:t>
            </w:r>
          </w:p>
        </w:tc>
      </w:tr>
      <w:tr w:rsidR="0056773A" w:rsidRPr="00F95FBD" w14:paraId="00824B82" w14:textId="77777777" w:rsidTr="0023043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39D8ED0" w14:textId="77777777" w:rsidR="0056773A" w:rsidRPr="009A4D9D" w:rsidRDefault="0056773A" w:rsidP="0023043F">
            <w:pPr>
              <w:pStyle w:val="Tabulka"/>
              <w:rPr>
                <w:rStyle w:val="Nadpisvtabulce"/>
                <w:b w:val="0"/>
              </w:rPr>
            </w:pPr>
            <w:r w:rsidRPr="009A4D9D">
              <w:rPr>
                <w:rStyle w:val="Nadpisvtabulce"/>
                <w:b w:val="0"/>
              </w:rPr>
              <w:t>Adresa</w:t>
            </w:r>
          </w:p>
        </w:tc>
        <w:tc>
          <w:tcPr>
            <w:tcW w:w="5812" w:type="dxa"/>
          </w:tcPr>
          <w:p w14:paraId="1E7C8C7E" w14:textId="77777777" w:rsidR="0056773A" w:rsidRPr="008456AA" w:rsidRDefault="0056773A" w:rsidP="0023043F">
            <w:pPr>
              <w:pStyle w:val="Tabulka"/>
              <w:cnfStyle w:val="000000000000" w:firstRow="0" w:lastRow="0" w:firstColumn="0" w:lastColumn="0" w:oddVBand="0" w:evenVBand="0" w:oddHBand="0" w:evenHBand="0" w:firstRowFirstColumn="0" w:firstRowLastColumn="0" w:lastRowFirstColumn="0" w:lastRowLastColumn="0"/>
            </w:pPr>
            <w:r w:rsidRPr="008456AA">
              <w:t>Správa železnic, státní organizace</w:t>
            </w:r>
          </w:p>
          <w:p w14:paraId="2B2689D4" w14:textId="77777777" w:rsidR="0056773A" w:rsidRPr="008456AA" w:rsidRDefault="0056773A" w:rsidP="0023043F">
            <w:pPr>
              <w:pStyle w:val="Tabulka"/>
              <w:cnfStyle w:val="000000000000" w:firstRow="0" w:lastRow="0" w:firstColumn="0" w:lastColumn="0" w:oddVBand="0" w:evenVBand="0" w:oddHBand="0" w:evenHBand="0" w:firstRowFirstColumn="0" w:firstRowLastColumn="0" w:lastRowFirstColumn="0" w:lastRowLastColumn="0"/>
            </w:pPr>
            <w:r w:rsidRPr="008456AA">
              <w:t xml:space="preserve">Stavební správa východ, Nerudova 1, 779 00 Olomouc </w:t>
            </w:r>
          </w:p>
        </w:tc>
      </w:tr>
      <w:tr w:rsidR="0056773A" w:rsidRPr="00F95FBD" w14:paraId="185B807C" w14:textId="77777777" w:rsidTr="0023043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976443" w14:textId="77777777" w:rsidR="0056773A" w:rsidRPr="00F95FBD" w:rsidRDefault="0056773A" w:rsidP="0023043F">
            <w:pPr>
              <w:pStyle w:val="Tabulka"/>
            </w:pPr>
            <w:r w:rsidRPr="00F95FBD">
              <w:t>E-mail</w:t>
            </w:r>
          </w:p>
        </w:tc>
        <w:tc>
          <w:tcPr>
            <w:tcW w:w="5812" w:type="dxa"/>
          </w:tcPr>
          <w:p w14:paraId="47EE345C" w14:textId="77777777" w:rsidR="0056773A" w:rsidRPr="008456AA" w:rsidRDefault="0056773A" w:rsidP="0023043F">
            <w:pPr>
              <w:pStyle w:val="Tabulka"/>
              <w:cnfStyle w:val="000000000000" w:firstRow="0" w:lastRow="0" w:firstColumn="0" w:lastColumn="0" w:oddVBand="0" w:evenVBand="0" w:oddHBand="0" w:evenHBand="0" w:firstRowFirstColumn="0" w:firstRowLastColumn="0" w:lastRowFirstColumn="0" w:lastRowLastColumn="0"/>
            </w:pPr>
            <w:r w:rsidRPr="008456AA">
              <w:t>Bocak@</w:t>
            </w:r>
            <w:r>
              <w:t>spravazeleznic.cz</w:t>
            </w:r>
          </w:p>
        </w:tc>
      </w:tr>
      <w:tr w:rsidR="0056773A" w:rsidRPr="00F95FBD" w14:paraId="3E851281" w14:textId="77777777" w:rsidTr="0023043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CC2C2" w14:textId="77777777" w:rsidR="0056773A" w:rsidRPr="00F95FBD" w:rsidRDefault="0056773A" w:rsidP="0023043F">
            <w:pPr>
              <w:pStyle w:val="Tabulka"/>
            </w:pPr>
            <w:r w:rsidRPr="00F95FBD">
              <w:t>Telefon</w:t>
            </w:r>
          </w:p>
        </w:tc>
        <w:tc>
          <w:tcPr>
            <w:tcW w:w="5812" w:type="dxa"/>
          </w:tcPr>
          <w:p w14:paraId="46A8384F" w14:textId="77777777" w:rsidR="0056773A" w:rsidRPr="008456AA" w:rsidRDefault="0056773A" w:rsidP="0023043F">
            <w:pPr>
              <w:pStyle w:val="Tabulka"/>
              <w:cnfStyle w:val="000000000000" w:firstRow="0" w:lastRow="0" w:firstColumn="0" w:lastColumn="0" w:oddVBand="0" w:evenVBand="0" w:oddHBand="0" w:evenHBand="0" w:firstRowFirstColumn="0" w:firstRowLastColumn="0" w:lastRowFirstColumn="0" w:lastRowLastColumn="0"/>
            </w:pPr>
            <w:r w:rsidRPr="008456AA">
              <w:t>+420 606 780 184</w:t>
            </w:r>
          </w:p>
        </w:tc>
      </w:tr>
    </w:tbl>
    <w:p w14:paraId="24BCEC25" w14:textId="685A8773" w:rsidR="00502690" w:rsidRPr="00B26902" w:rsidRDefault="00502690" w:rsidP="00F762A8">
      <w:pPr>
        <w:pStyle w:val="Nadpisbezsl1-2"/>
      </w:pP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3A3EAA" w:rsidRPr="00F95FBD" w14:paraId="5E711F3D" w14:textId="77777777" w:rsidTr="00D3405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E9D2A6B" w14:textId="679710BB" w:rsidR="003A3EAA" w:rsidRPr="00F95FBD" w:rsidRDefault="00C71C8B" w:rsidP="003A3EAA">
            <w:pPr>
              <w:pStyle w:val="Tabulka"/>
              <w:cnfStyle w:val="100000000000" w:firstRow="1" w:lastRow="0" w:firstColumn="0" w:lastColumn="0" w:oddVBand="0" w:evenVBand="0" w:oddHBand="0" w:evenHBand="0" w:firstRowFirstColumn="0" w:firstRowLastColumn="0" w:lastRowFirstColumn="0" w:lastRowLastColumn="0"/>
            </w:pPr>
            <w:r>
              <w:t>Mgr. Jan Foldyna</w:t>
            </w:r>
          </w:p>
        </w:tc>
      </w:tr>
      <w:tr w:rsidR="003A3EAA" w:rsidRPr="00F95FBD" w14:paraId="5E5B1758"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3A3EAA" w:rsidRPr="008175E5" w:rsidRDefault="003A3EAA" w:rsidP="003A3EAA">
            <w:pPr>
              <w:pStyle w:val="Tabulka"/>
              <w:rPr>
                <w:rStyle w:val="Nadpisvtabulce"/>
                <w:b w:val="0"/>
              </w:rPr>
            </w:pPr>
            <w:r w:rsidRPr="008175E5">
              <w:rPr>
                <w:rStyle w:val="Nadpisvtabulce"/>
                <w:b w:val="0"/>
              </w:rPr>
              <w:t>Adresa</w:t>
            </w:r>
          </w:p>
        </w:tc>
        <w:tc>
          <w:tcPr>
            <w:tcW w:w="5812" w:type="dxa"/>
            <w:vAlign w:val="top"/>
          </w:tcPr>
          <w:p w14:paraId="34FAA97E" w14:textId="77777777" w:rsidR="0056773A" w:rsidRPr="008456AA" w:rsidRDefault="0056773A" w:rsidP="0056773A">
            <w:pPr>
              <w:pStyle w:val="Tabulka"/>
              <w:cnfStyle w:val="000000000000" w:firstRow="0" w:lastRow="0" w:firstColumn="0" w:lastColumn="0" w:oddVBand="0" w:evenVBand="0" w:oddHBand="0" w:evenHBand="0" w:firstRowFirstColumn="0" w:firstRowLastColumn="0" w:lastRowFirstColumn="0" w:lastRowLastColumn="0"/>
            </w:pPr>
            <w:r w:rsidRPr="008456AA">
              <w:t>Správa železnic, státní organizace</w:t>
            </w:r>
          </w:p>
          <w:p w14:paraId="6C50445A" w14:textId="089D40B9" w:rsidR="003A3EAA" w:rsidRPr="001F518E" w:rsidRDefault="003D71F1"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D71F1">
              <w:t>Stavební správa východ, Nerudova 1, 779 00 Olomouc</w:t>
            </w:r>
          </w:p>
        </w:tc>
      </w:tr>
      <w:tr w:rsidR="003A3EAA" w:rsidRPr="00F95FBD" w14:paraId="79A0DEBA"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3A3EAA" w:rsidRPr="00F95FBD" w:rsidRDefault="003A3EAA" w:rsidP="003A3EAA">
            <w:pPr>
              <w:pStyle w:val="Tabulka"/>
            </w:pPr>
            <w:r w:rsidRPr="00F95FBD">
              <w:t>E-mail</w:t>
            </w:r>
          </w:p>
        </w:tc>
        <w:tc>
          <w:tcPr>
            <w:tcW w:w="5812" w:type="dxa"/>
            <w:vAlign w:val="top"/>
          </w:tcPr>
          <w:p w14:paraId="545C727C" w14:textId="1794A39A" w:rsidR="003A3EAA" w:rsidRPr="001F518E" w:rsidRDefault="00C71C8B"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71C8B">
              <w:t>FoldynaJ@spravazeleznic.cz</w:t>
            </w:r>
          </w:p>
        </w:tc>
      </w:tr>
      <w:tr w:rsidR="003A3EAA" w:rsidRPr="00F95FBD" w14:paraId="481C3FD9"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3A3EAA" w:rsidRPr="00F95FBD" w:rsidRDefault="003A3EAA" w:rsidP="003A3EAA">
            <w:pPr>
              <w:pStyle w:val="Tabulka"/>
            </w:pPr>
            <w:r w:rsidRPr="00F95FBD">
              <w:t>Telefon</w:t>
            </w:r>
          </w:p>
        </w:tc>
        <w:tc>
          <w:tcPr>
            <w:tcW w:w="5812" w:type="dxa"/>
            <w:vAlign w:val="top"/>
          </w:tcPr>
          <w:p w14:paraId="6F0FB193" w14:textId="7E108E99" w:rsidR="003A3EAA" w:rsidRPr="001F518E" w:rsidRDefault="00C71C8B"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71C8B">
              <w:t>+420 601 160 009</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D71F1" w:rsidRPr="00F95FBD" w14:paraId="5D3A39EF" w14:textId="77777777" w:rsidTr="002304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5102B41A" w:rsidR="003D71F1" w:rsidRPr="00F95FBD" w:rsidRDefault="003D71F1" w:rsidP="003D71F1">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8F5152D" w14:textId="53A9EC42" w:rsidR="003D71F1" w:rsidRPr="001F518E" w:rsidRDefault="003D71F1" w:rsidP="003D71F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838B6">
              <w:t>Ing. Otakar Srovnal</w:t>
            </w:r>
          </w:p>
        </w:tc>
      </w:tr>
      <w:tr w:rsidR="003D71F1" w:rsidRPr="00F95FBD" w14:paraId="2A27B8BA" w14:textId="77777777" w:rsidTr="0023043F">
        <w:tc>
          <w:tcPr>
            <w:cnfStyle w:val="001000000000" w:firstRow="0" w:lastRow="0" w:firstColumn="1" w:lastColumn="0" w:oddVBand="0" w:evenVBand="0" w:oddHBand="0" w:evenHBand="0" w:firstRowFirstColumn="0" w:firstRowLastColumn="0" w:lastRowFirstColumn="0" w:lastRowLastColumn="0"/>
            <w:tcW w:w="3056" w:type="dxa"/>
          </w:tcPr>
          <w:p w14:paraId="1DCD76D2" w14:textId="0B93080C" w:rsidR="003D71F1" w:rsidRPr="00F95FBD" w:rsidRDefault="003D71F1" w:rsidP="003D71F1">
            <w:pPr>
              <w:pStyle w:val="Tabulka"/>
              <w:rPr>
                <w:rStyle w:val="Nadpisvtabulce"/>
                <w:b w:val="0"/>
              </w:rPr>
            </w:pPr>
            <w:r w:rsidRPr="00F95FBD">
              <w:t>Adresa</w:t>
            </w:r>
          </w:p>
        </w:tc>
        <w:tc>
          <w:tcPr>
            <w:tcW w:w="5812" w:type="dxa"/>
          </w:tcPr>
          <w:p w14:paraId="78D45891" w14:textId="77777777" w:rsidR="0056773A" w:rsidRPr="008456AA" w:rsidRDefault="0056773A" w:rsidP="0056773A">
            <w:pPr>
              <w:pStyle w:val="Tabulka"/>
              <w:cnfStyle w:val="000000000000" w:firstRow="0" w:lastRow="0" w:firstColumn="0" w:lastColumn="0" w:oddVBand="0" w:evenVBand="0" w:oddHBand="0" w:evenHBand="0" w:firstRowFirstColumn="0" w:firstRowLastColumn="0" w:lastRowFirstColumn="0" w:lastRowLastColumn="0"/>
            </w:pPr>
            <w:r w:rsidRPr="008456AA">
              <w:t>Správa železnic, státní organizace</w:t>
            </w:r>
          </w:p>
          <w:p w14:paraId="2888FB91" w14:textId="09F67A2C" w:rsidR="003D71F1" w:rsidRPr="001F518E" w:rsidRDefault="003D71F1" w:rsidP="003D71F1">
            <w:pPr>
              <w:pStyle w:val="Tabulka"/>
              <w:cnfStyle w:val="000000000000" w:firstRow="0" w:lastRow="0" w:firstColumn="0" w:lastColumn="0" w:oddVBand="0" w:evenVBand="0" w:oddHBand="0" w:evenHBand="0" w:firstRowFirstColumn="0" w:firstRowLastColumn="0" w:lastRowFirstColumn="0" w:lastRowLastColumn="0"/>
              <w:rPr>
                <w:highlight w:val="green"/>
              </w:rPr>
            </w:pPr>
            <w:r>
              <w:t>Oblastní ředitelství Olomouc</w:t>
            </w:r>
            <w:r w:rsidRPr="008838B6">
              <w:t>, Nerudova 1, 779 00 Olomouc</w:t>
            </w:r>
          </w:p>
        </w:tc>
      </w:tr>
      <w:tr w:rsidR="003D71F1" w:rsidRPr="00F95FBD" w14:paraId="34920FFB" w14:textId="77777777" w:rsidTr="0023043F">
        <w:tc>
          <w:tcPr>
            <w:cnfStyle w:val="001000000000" w:firstRow="0" w:lastRow="0" w:firstColumn="1" w:lastColumn="0" w:oddVBand="0" w:evenVBand="0" w:oddHBand="0" w:evenHBand="0" w:firstRowFirstColumn="0" w:firstRowLastColumn="0" w:lastRowFirstColumn="0" w:lastRowLastColumn="0"/>
            <w:tcW w:w="3056" w:type="dxa"/>
          </w:tcPr>
          <w:p w14:paraId="50E6833F" w14:textId="4456AB84" w:rsidR="003D71F1" w:rsidRPr="00F95FBD" w:rsidRDefault="003D71F1" w:rsidP="003D71F1">
            <w:pPr>
              <w:pStyle w:val="Tabulka"/>
            </w:pPr>
            <w:r w:rsidRPr="00F95FBD">
              <w:t>E-mail</w:t>
            </w:r>
          </w:p>
        </w:tc>
        <w:tc>
          <w:tcPr>
            <w:tcW w:w="5812" w:type="dxa"/>
          </w:tcPr>
          <w:p w14:paraId="3645F343" w14:textId="09B520B6" w:rsidR="003D71F1" w:rsidRPr="001F518E" w:rsidRDefault="003D71F1" w:rsidP="003D71F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838B6">
              <w:t>Srovnal@spravazeleznic.cz</w:t>
            </w:r>
          </w:p>
        </w:tc>
      </w:tr>
      <w:tr w:rsidR="003D71F1" w:rsidRPr="00F95FBD" w14:paraId="207849E6" w14:textId="77777777" w:rsidTr="0023043F">
        <w:tc>
          <w:tcPr>
            <w:cnfStyle w:val="001000000000" w:firstRow="0" w:lastRow="0" w:firstColumn="1" w:lastColumn="0" w:oddVBand="0" w:evenVBand="0" w:oddHBand="0" w:evenHBand="0" w:firstRowFirstColumn="0" w:firstRowLastColumn="0" w:lastRowFirstColumn="0" w:lastRowLastColumn="0"/>
            <w:tcW w:w="3056" w:type="dxa"/>
          </w:tcPr>
          <w:p w14:paraId="627BE454" w14:textId="20442495" w:rsidR="003D71F1" w:rsidRPr="00F95FBD" w:rsidRDefault="003D71F1" w:rsidP="003D71F1">
            <w:pPr>
              <w:pStyle w:val="Tabulka"/>
            </w:pPr>
            <w:r w:rsidRPr="00F95FBD">
              <w:t>Telefon</w:t>
            </w:r>
          </w:p>
        </w:tc>
        <w:tc>
          <w:tcPr>
            <w:tcW w:w="5812" w:type="dxa"/>
          </w:tcPr>
          <w:p w14:paraId="45F343AE" w14:textId="2B718A2B" w:rsidR="003D71F1" w:rsidRPr="001F518E" w:rsidRDefault="003D71F1" w:rsidP="003D71F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838B6">
              <w:t>724 590 159</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6EDFD8B0"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037A93E4" w14:textId="77777777" w:rsidR="00F95FBD" w:rsidRDefault="00F95FBD" w:rsidP="00165977">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020EF4"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20EF4">
              <w:rPr>
                <w:highlight w:val="yellow"/>
              </w:rPr>
              <w:t>Na toto místo bude jako minimální výše pojistného plnění vložena částka, která bude odpovídat výši Ceny Díla bez DPH, kterou uchazeč včlení do těla závazného vzoru Smlouvy předloženého</w:t>
            </w:r>
            <w:r w:rsidR="00A349C6" w:rsidRPr="00020EF4">
              <w:rPr>
                <w:highlight w:val="yellow"/>
              </w:rPr>
              <w:t xml:space="preserve"> v </w:t>
            </w:r>
            <w:r w:rsidRPr="00020EF4">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56E6B76B" w:rsidR="007C5289" w:rsidRPr="007C5289" w:rsidRDefault="007C5289" w:rsidP="003D71F1">
            <w:pPr>
              <w:pStyle w:val="Tabulka"/>
              <w:cnfStyle w:val="000000000000" w:firstRow="0" w:lastRow="0" w:firstColumn="0" w:lastColumn="0" w:oddVBand="0" w:evenVBand="0" w:oddHBand="0" w:evenHBand="0" w:firstRowFirstColumn="0" w:firstRowLastColumn="0" w:lastRowFirstColumn="0" w:lastRowLastColumn="0"/>
            </w:pPr>
            <w:r w:rsidRPr="00020EF4">
              <w:t xml:space="preserve">Minimálně </w:t>
            </w:r>
            <w:r w:rsidR="003D71F1" w:rsidRPr="00020EF4">
              <w:t>10</w:t>
            </w:r>
            <w:r w:rsidRPr="00020EF4">
              <w:t xml:space="preserve"> mil. Kč na jednu pojistnou událost</w:t>
            </w:r>
            <w:r w:rsidR="00A349C6" w:rsidRPr="00020EF4">
              <w:t xml:space="preserve"> a </w:t>
            </w:r>
            <w:r w:rsidR="003D71F1" w:rsidRPr="00020EF4">
              <w:t>5</w:t>
            </w:r>
            <w:r w:rsidRPr="00020EF4">
              <w:t xml:space="preserve"> mil. Kč</w:t>
            </w:r>
            <w:r w:rsidR="00A349C6" w:rsidRPr="00020EF4">
              <w:t xml:space="preserve"> v </w:t>
            </w:r>
            <w:r w:rsidRPr="00020EF4">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77777777" w:rsidR="002D7AA5" w:rsidRPr="009B2848" w:rsidRDefault="002D7AA5" w:rsidP="00415EF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lastRenderedPageBreak/>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23043F" w:rsidRDefault="0023043F" w:rsidP="00962258">
      <w:pPr>
        <w:spacing w:after="0" w:line="240" w:lineRule="auto"/>
      </w:pPr>
      <w:r>
        <w:separator/>
      </w:r>
    </w:p>
  </w:endnote>
  <w:endnote w:type="continuationSeparator" w:id="0">
    <w:p w14:paraId="2330D11E" w14:textId="77777777" w:rsidR="0023043F" w:rsidRDefault="002304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3043F" w:rsidRPr="003462EB" w14:paraId="1240A483" w14:textId="77777777" w:rsidTr="00F13FDA">
      <w:tc>
        <w:tcPr>
          <w:tcW w:w="1021" w:type="dxa"/>
          <w:vAlign w:val="bottom"/>
        </w:tcPr>
        <w:p w14:paraId="151E8C0E" w14:textId="4CCA93B7" w:rsidR="0023043F" w:rsidRPr="00B8518B" w:rsidRDefault="0023043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35B5">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F35B5">
            <w:rPr>
              <w:rStyle w:val="slostrnky"/>
              <w:noProof/>
            </w:rPr>
            <w:t>31</w:t>
          </w:r>
          <w:r w:rsidRPr="00B8518B">
            <w:rPr>
              <w:rStyle w:val="slostrnky"/>
            </w:rPr>
            <w:fldChar w:fldCharType="end"/>
          </w:r>
        </w:p>
      </w:tc>
      <w:tc>
        <w:tcPr>
          <w:tcW w:w="0" w:type="auto"/>
          <w:vAlign w:val="bottom"/>
        </w:tcPr>
        <w:p w14:paraId="4FEF9FF2" w14:textId="77777777" w:rsidR="0023043F" w:rsidRDefault="0023043F" w:rsidP="00F13FDA">
          <w:pPr>
            <w:pStyle w:val="Zpatvlevo"/>
          </w:pPr>
          <w:r w:rsidRPr="00B41CFD">
            <w:t>Smlouva o dílo</w:t>
          </w:r>
        </w:p>
        <w:p w14:paraId="36D7DCDC" w14:textId="77777777" w:rsidR="0023043F" w:rsidRPr="003462EB" w:rsidRDefault="0023043F" w:rsidP="00F13FDA">
          <w:pPr>
            <w:pStyle w:val="Zpatvlevo"/>
          </w:pPr>
          <w:r w:rsidRPr="00B41CFD">
            <w:t>Zhotovení stavby</w:t>
          </w:r>
        </w:p>
      </w:tc>
    </w:tr>
  </w:tbl>
  <w:p w14:paraId="54F3FF18" w14:textId="77777777" w:rsidR="0023043F" w:rsidRPr="00F13FDA" w:rsidRDefault="0023043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3043F" w:rsidRPr="003462EB" w14:paraId="3C3BD90F" w14:textId="77777777" w:rsidTr="00F13FDA">
      <w:tc>
        <w:tcPr>
          <w:tcW w:w="1021" w:type="dxa"/>
          <w:vAlign w:val="bottom"/>
        </w:tcPr>
        <w:p w14:paraId="607075DB" w14:textId="77777777" w:rsidR="0023043F" w:rsidRPr="00B8518B" w:rsidRDefault="002304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23043F" w:rsidRPr="00DD4862" w:rsidRDefault="0023043F" w:rsidP="00F13FDA">
          <w:pPr>
            <w:pStyle w:val="Zpatvlevo"/>
            <w:rPr>
              <w:b/>
            </w:rPr>
          </w:pPr>
          <w:r>
            <w:rPr>
              <w:b/>
            </w:rPr>
            <w:t>Příloha č. 4</w:t>
          </w:r>
        </w:p>
        <w:p w14:paraId="4F45CE3F" w14:textId="77777777" w:rsidR="0023043F" w:rsidRDefault="0023043F" w:rsidP="00F13FDA">
          <w:pPr>
            <w:pStyle w:val="Zpatvlevo"/>
          </w:pPr>
          <w:r w:rsidRPr="00B41CFD">
            <w:t>Smlouva o dílo</w:t>
          </w:r>
        </w:p>
        <w:p w14:paraId="44062EBD" w14:textId="77777777" w:rsidR="0023043F" w:rsidRPr="003462EB" w:rsidRDefault="0023043F" w:rsidP="00F13FDA">
          <w:pPr>
            <w:pStyle w:val="Zpatvlevo"/>
          </w:pPr>
          <w:r w:rsidRPr="00B41CFD">
            <w:t>Zhotovení stavby</w:t>
          </w:r>
        </w:p>
      </w:tc>
    </w:tr>
  </w:tbl>
  <w:p w14:paraId="5F02EA77" w14:textId="77777777" w:rsidR="0023043F" w:rsidRPr="00F13FDA" w:rsidRDefault="0023043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3043F" w:rsidRPr="009E09BE" w14:paraId="140825AC" w14:textId="77777777" w:rsidTr="00A0271B">
      <w:tc>
        <w:tcPr>
          <w:tcW w:w="0" w:type="auto"/>
          <w:tcMar>
            <w:left w:w="0" w:type="dxa"/>
            <w:right w:w="0" w:type="dxa"/>
          </w:tcMar>
          <w:vAlign w:val="bottom"/>
        </w:tcPr>
        <w:p w14:paraId="5C3D2E8D" w14:textId="77777777" w:rsidR="0023043F" w:rsidRPr="00DD4862" w:rsidRDefault="0023043F" w:rsidP="00A0271B">
          <w:pPr>
            <w:pStyle w:val="Zpatvpravo"/>
            <w:rPr>
              <w:b/>
            </w:rPr>
          </w:pPr>
          <w:r w:rsidRPr="00DD4862">
            <w:rPr>
              <w:b/>
            </w:rPr>
            <w:t xml:space="preserve">Příloha č. </w:t>
          </w:r>
          <w:r>
            <w:rPr>
              <w:b/>
            </w:rPr>
            <w:t>4</w:t>
          </w:r>
        </w:p>
        <w:p w14:paraId="322FB8B5" w14:textId="77777777" w:rsidR="0023043F" w:rsidRPr="003462EB" w:rsidRDefault="0023043F" w:rsidP="00A0271B">
          <w:pPr>
            <w:pStyle w:val="Zpatvpravo"/>
          </w:pPr>
          <w:r>
            <w:t>Smlouva o dílo</w:t>
          </w:r>
        </w:p>
        <w:p w14:paraId="6BCDB74A" w14:textId="77777777" w:rsidR="0023043F" w:rsidRPr="003462EB" w:rsidRDefault="0023043F" w:rsidP="00A0271B">
          <w:pPr>
            <w:pStyle w:val="Zpatvpravo"/>
            <w:rPr>
              <w:rStyle w:val="slostrnky"/>
              <w:b w:val="0"/>
              <w:color w:val="auto"/>
              <w:sz w:val="12"/>
            </w:rPr>
          </w:pPr>
          <w:r w:rsidRPr="003462EB">
            <w:t xml:space="preserve">Zhotovení stavby </w:t>
          </w:r>
        </w:p>
      </w:tc>
      <w:tc>
        <w:tcPr>
          <w:tcW w:w="1021" w:type="dxa"/>
          <w:vAlign w:val="bottom"/>
        </w:tcPr>
        <w:p w14:paraId="4DFD9349" w14:textId="64F560BC" w:rsidR="0023043F" w:rsidRPr="009E09BE" w:rsidRDefault="0023043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F35B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35B5">
            <w:rPr>
              <w:rStyle w:val="slostrnky"/>
              <w:noProof/>
            </w:rPr>
            <w:t>1</w:t>
          </w:r>
          <w:r>
            <w:rPr>
              <w:rStyle w:val="slostrnky"/>
            </w:rPr>
            <w:fldChar w:fldCharType="end"/>
          </w:r>
        </w:p>
      </w:tc>
    </w:tr>
  </w:tbl>
  <w:p w14:paraId="1799FC45" w14:textId="77777777" w:rsidR="0023043F" w:rsidRPr="00B8518B" w:rsidRDefault="0023043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3043F" w:rsidRPr="003462EB" w14:paraId="324A3DF3" w14:textId="77777777" w:rsidTr="00F13FDA">
      <w:tc>
        <w:tcPr>
          <w:tcW w:w="1021" w:type="dxa"/>
          <w:vAlign w:val="bottom"/>
        </w:tcPr>
        <w:p w14:paraId="1D3932C5" w14:textId="77777777" w:rsidR="0023043F" w:rsidRPr="00B8518B" w:rsidRDefault="002304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23043F" w:rsidRPr="00DD4862" w:rsidRDefault="0023043F" w:rsidP="00F13FDA">
          <w:pPr>
            <w:pStyle w:val="Zpatvlevo"/>
            <w:rPr>
              <w:b/>
            </w:rPr>
          </w:pPr>
          <w:r>
            <w:rPr>
              <w:b/>
            </w:rPr>
            <w:t>Příloha č. 5</w:t>
          </w:r>
        </w:p>
        <w:p w14:paraId="376871C6" w14:textId="77777777" w:rsidR="0023043F" w:rsidRDefault="0023043F" w:rsidP="00F13FDA">
          <w:pPr>
            <w:pStyle w:val="Zpatvlevo"/>
          </w:pPr>
          <w:r w:rsidRPr="00B41CFD">
            <w:t>Smlouva o dílo</w:t>
          </w:r>
        </w:p>
        <w:p w14:paraId="3CE18223" w14:textId="77777777" w:rsidR="0023043F" w:rsidRPr="003462EB" w:rsidRDefault="0023043F" w:rsidP="00F13FDA">
          <w:pPr>
            <w:pStyle w:val="Zpatvlevo"/>
          </w:pPr>
          <w:r w:rsidRPr="00B41CFD">
            <w:t>Zhotovení stavby</w:t>
          </w:r>
        </w:p>
      </w:tc>
    </w:tr>
  </w:tbl>
  <w:p w14:paraId="653766D2" w14:textId="77777777" w:rsidR="0023043F" w:rsidRPr="00F13FDA" w:rsidRDefault="0023043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3043F" w:rsidRPr="009E09BE" w14:paraId="4CAC0333" w14:textId="77777777" w:rsidTr="00A0271B">
      <w:tc>
        <w:tcPr>
          <w:tcW w:w="0" w:type="auto"/>
          <w:tcMar>
            <w:left w:w="0" w:type="dxa"/>
            <w:right w:w="0" w:type="dxa"/>
          </w:tcMar>
          <w:vAlign w:val="bottom"/>
        </w:tcPr>
        <w:p w14:paraId="0A2FA09E" w14:textId="77777777" w:rsidR="0023043F" w:rsidRPr="00DD4862" w:rsidRDefault="0023043F" w:rsidP="00A0271B">
          <w:pPr>
            <w:pStyle w:val="Zpatvpravo"/>
            <w:rPr>
              <w:b/>
            </w:rPr>
          </w:pPr>
          <w:r w:rsidRPr="00DD4862">
            <w:rPr>
              <w:b/>
            </w:rPr>
            <w:t xml:space="preserve">Příloha č. </w:t>
          </w:r>
          <w:r>
            <w:rPr>
              <w:b/>
            </w:rPr>
            <w:t>5</w:t>
          </w:r>
        </w:p>
        <w:p w14:paraId="60317C27" w14:textId="77777777" w:rsidR="0023043F" w:rsidRPr="003462EB" w:rsidRDefault="0023043F" w:rsidP="00A0271B">
          <w:pPr>
            <w:pStyle w:val="Zpatvpravo"/>
          </w:pPr>
          <w:r>
            <w:t>Smlouva o dílo</w:t>
          </w:r>
        </w:p>
        <w:p w14:paraId="6574CB31" w14:textId="77777777" w:rsidR="0023043F" w:rsidRPr="003462EB" w:rsidRDefault="0023043F" w:rsidP="00A0271B">
          <w:pPr>
            <w:pStyle w:val="Zpatvpravo"/>
            <w:rPr>
              <w:rStyle w:val="slostrnky"/>
              <w:b w:val="0"/>
              <w:color w:val="auto"/>
              <w:sz w:val="12"/>
            </w:rPr>
          </w:pPr>
          <w:r w:rsidRPr="003462EB">
            <w:t xml:space="preserve">Zhotovení stavby </w:t>
          </w:r>
        </w:p>
      </w:tc>
      <w:tc>
        <w:tcPr>
          <w:tcW w:w="1021" w:type="dxa"/>
          <w:vAlign w:val="bottom"/>
        </w:tcPr>
        <w:p w14:paraId="4CA40DA3" w14:textId="3FEF50C1" w:rsidR="0023043F" w:rsidRPr="009E09BE" w:rsidRDefault="0023043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F35B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35B5">
            <w:rPr>
              <w:rStyle w:val="slostrnky"/>
              <w:noProof/>
            </w:rPr>
            <w:t>1</w:t>
          </w:r>
          <w:r>
            <w:rPr>
              <w:rStyle w:val="slostrnky"/>
            </w:rPr>
            <w:fldChar w:fldCharType="end"/>
          </w:r>
        </w:p>
      </w:tc>
    </w:tr>
  </w:tbl>
  <w:p w14:paraId="7E03A553" w14:textId="77777777" w:rsidR="0023043F" w:rsidRPr="00B8518B" w:rsidRDefault="0023043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3043F" w:rsidRPr="003462EB" w14:paraId="136811E9" w14:textId="77777777" w:rsidTr="00F13FDA">
      <w:tc>
        <w:tcPr>
          <w:tcW w:w="1021" w:type="dxa"/>
          <w:vAlign w:val="bottom"/>
        </w:tcPr>
        <w:p w14:paraId="0F368DE0" w14:textId="17D60D24" w:rsidR="0023043F" w:rsidRPr="00B8518B" w:rsidRDefault="002304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35B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F35B5">
            <w:rPr>
              <w:rStyle w:val="slostrnky"/>
              <w:noProof/>
            </w:rPr>
            <w:t>3</w:t>
          </w:r>
          <w:r>
            <w:rPr>
              <w:rStyle w:val="slostrnky"/>
            </w:rPr>
            <w:fldChar w:fldCharType="end"/>
          </w:r>
        </w:p>
      </w:tc>
      <w:tc>
        <w:tcPr>
          <w:tcW w:w="0" w:type="auto"/>
          <w:vAlign w:val="bottom"/>
        </w:tcPr>
        <w:p w14:paraId="3AED8A11" w14:textId="77777777" w:rsidR="0023043F" w:rsidRPr="00DD4862" w:rsidRDefault="0023043F" w:rsidP="00F13FDA">
          <w:pPr>
            <w:pStyle w:val="Zpatvlevo"/>
            <w:rPr>
              <w:b/>
            </w:rPr>
          </w:pPr>
          <w:r>
            <w:rPr>
              <w:b/>
            </w:rPr>
            <w:t>Příloha č. 6</w:t>
          </w:r>
        </w:p>
        <w:p w14:paraId="45D670C9" w14:textId="77777777" w:rsidR="0023043F" w:rsidRDefault="0023043F" w:rsidP="00F13FDA">
          <w:pPr>
            <w:pStyle w:val="Zpatvlevo"/>
          </w:pPr>
          <w:r w:rsidRPr="00B41CFD">
            <w:t>Smlouva o dílo</w:t>
          </w:r>
        </w:p>
        <w:p w14:paraId="4EB1BB37" w14:textId="77777777" w:rsidR="0023043F" w:rsidRPr="003462EB" w:rsidRDefault="0023043F" w:rsidP="00F13FDA">
          <w:pPr>
            <w:pStyle w:val="Zpatvlevo"/>
          </w:pPr>
          <w:r w:rsidRPr="00B41CFD">
            <w:t>Zhotovení stavby</w:t>
          </w:r>
        </w:p>
      </w:tc>
    </w:tr>
  </w:tbl>
  <w:p w14:paraId="1A83E4D3" w14:textId="77777777" w:rsidR="0023043F" w:rsidRPr="00F13FDA" w:rsidRDefault="0023043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3043F" w:rsidRPr="009E09BE" w14:paraId="7BA38340" w14:textId="77777777" w:rsidTr="00A0271B">
      <w:tc>
        <w:tcPr>
          <w:tcW w:w="0" w:type="auto"/>
          <w:tcMar>
            <w:left w:w="0" w:type="dxa"/>
            <w:right w:w="0" w:type="dxa"/>
          </w:tcMar>
          <w:vAlign w:val="bottom"/>
        </w:tcPr>
        <w:p w14:paraId="5BBDCBB6" w14:textId="77777777" w:rsidR="0023043F" w:rsidRPr="00DD4862" w:rsidRDefault="0023043F" w:rsidP="00A0271B">
          <w:pPr>
            <w:pStyle w:val="Zpatvpravo"/>
            <w:rPr>
              <w:b/>
            </w:rPr>
          </w:pPr>
          <w:r w:rsidRPr="00DD4862">
            <w:rPr>
              <w:b/>
            </w:rPr>
            <w:t xml:space="preserve">Příloha č. </w:t>
          </w:r>
          <w:r>
            <w:rPr>
              <w:b/>
            </w:rPr>
            <w:t>6</w:t>
          </w:r>
        </w:p>
        <w:p w14:paraId="1B3CE0C2" w14:textId="77777777" w:rsidR="0023043F" w:rsidRPr="003462EB" w:rsidRDefault="0023043F" w:rsidP="00A0271B">
          <w:pPr>
            <w:pStyle w:val="Zpatvpravo"/>
          </w:pPr>
          <w:r>
            <w:t>Smlouva o dílo</w:t>
          </w:r>
        </w:p>
        <w:p w14:paraId="09872B93" w14:textId="77777777" w:rsidR="0023043F" w:rsidRPr="003462EB" w:rsidRDefault="0023043F" w:rsidP="00A0271B">
          <w:pPr>
            <w:pStyle w:val="Zpatvpravo"/>
            <w:rPr>
              <w:rStyle w:val="slostrnky"/>
              <w:b w:val="0"/>
              <w:color w:val="auto"/>
              <w:sz w:val="12"/>
            </w:rPr>
          </w:pPr>
          <w:r w:rsidRPr="003462EB">
            <w:t xml:space="preserve">Zhotovení stavby </w:t>
          </w:r>
        </w:p>
      </w:tc>
      <w:tc>
        <w:tcPr>
          <w:tcW w:w="1021" w:type="dxa"/>
          <w:vAlign w:val="bottom"/>
        </w:tcPr>
        <w:p w14:paraId="219F699D" w14:textId="749993A8" w:rsidR="0023043F" w:rsidRPr="009E09BE" w:rsidRDefault="0023043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F35B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35B5">
            <w:rPr>
              <w:rStyle w:val="slostrnky"/>
              <w:noProof/>
            </w:rPr>
            <w:t>3</w:t>
          </w:r>
          <w:r>
            <w:rPr>
              <w:rStyle w:val="slostrnky"/>
            </w:rPr>
            <w:fldChar w:fldCharType="end"/>
          </w:r>
        </w:p>
      </w:tc>
    </w:tr>
  </w:tbl>
  <w:p w14:paraId="4AEF1893" w14:textId="77777777" w:rsidR="0023043F" w:rsidRPr="00B8518B" w:rsidRDefault="0023043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3043F" w:rsidRPr="003462EB" w14:paraId="11166B56" w14:textId="77777777" w:rsidTr="00F13FDA">
      <w:tc>
        <w:tcPr>
          <w:tcW w:w="1021" w:type="dxa"/>
          <w:vAlign w:val="bottom"/>
        </w:tcPr>
        <w:p w14:paraId="65A08FDB" w14:textId="77777777" w:rsidR="0023043F" w:rsidRPr="00B8518B" w:rsidRDefault="002304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23043F" w:rsidRPr="00DD4862" w:rsidRDefault="0023043F" w:rsidP="00F13FDA">
          <w:pPr>
            <w:pStyle w:val="Zpatvlevo"/>
            <w:rPr>
              <w:b/>
            </w:rPr>
          </w:pPr>
          <w:r>
            <w:rPr>
              <w:b/>
            </w:rPr>
            <w:t>Příloha č. 7</w:t>
          </w:r>
        </w:p>
        <w:p w14:paraId="49EBE761" w14:textId="77777777" w:rsidR="0023043F" w:rsidRDefault="0023043F" w:rsidP="00F13FDA">
          <w:pPr>
            <w:pStyle w:val="Zpatvlevo"/>
          </w:pPr>
          <w:r w:rsidRPr="00B41CFD">
            <w:t>Smlouva o dílo</w:t>
          </w:r>
        </w:p>
        <w:p w14:paraId="7A184B87" w14:textId="77777777" w:rsidR="0023043F" w:rsidRPr="003462EB" w:rsidRDefault="0023043F" w:rsidP="00F13FDA">
          <w:pPr>
            <w:pStyle w:val="Zpatvlevo"/>
          </w:pPr>
          <w:r w:rsidRPr="00B41CFD">
            <w:t>Zhotovení stavby</w:t>
          </w:r>
        </w:p>
      </w:tc>
    </w:tr>
  </w:tbl>
  <w:p w14:paraId="24208E4C" w14:textId="77777777" w:rsidR="0023043F" w:rsidRPr="00F13FDA" w:rsidRDefault="0023043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3043F" w:rsidRPr="009E09BE" w14:paraId="0DD23A08" w14:textId="77777777" w:rsidTr="00A0271B">
      <w:tc>
        <w:tcPr>
          <w:tcW w:w="0" w:type="auto"/>
          <w:tcMar>
            <w:left w:w="0" w:type="dxa"/>
            <w:right w:w="0" w:type="dxa"/>
          </w:tcMar>
          <w:vAlign w:val="bottom"/>
        </w:tcPr>
        <w:p w14:paraId="60B97E7A" w14:textId="77777777" w:rsidR="0023043F" w:rsidRPr="00DD4862" w:rsidRDefault="0023043F" w:rsidP="00A0271B">
          <w:pPr>
            <w:pStyle w:val="Zpatvpravo"/>
            <w:rPr>
              <w:b/>
            </w:rPr>
          </w:pPr>
          <w:r w:rsidRPr="00DD4862">
            <w:rPr>
              <w:b/>
            </w:rPr>
            <w:t xml:space="preserve">Příloha č. </w:t>
          </w:r>
          <w:r>
            <w:rPr>
              <w:b/>
            </w:rPr>
            <w:t>7</w:t>
          </w:r>
        </w:p>
        <w:p w14:paraId="47360AB3" w14:textId="77777777" w:rsidR="0023043F" w:rsidRPr="003462EB" w:rsidRDefault="0023043F" w:rsidP="00A0271B">
          <w:pPr>
            <w:pStyle w:val="Zpatvpravo"/>
          </w:pPr>
          <w:r>
            <w:t>Smlouva o dílo</w:t>
          </w:r>
        </w:p>
        <w:p w14:paraId="7F4562F2" w14:textId="77777777" w:rsidR="0023043F" w:rsidRPr="003462EB" w:rsidRDefault="0023043F" w:rsidP="00A0271B">
          <w:pPr>
            <w:pStyle w:val="Zpatvpravo"/>
            <w:rPr>
              <w:rStyle w:val="slostrnky"/>
              <w:b w:val="0"/>
              <w:color w:val="auto"/>
              <w:sz w:val="12"/>
            </w:rPr>
          </w:pPr>
          <w:r w:rsidRPr="003462EB">
            <w:t xml:space="preserve">Zhotovení stavby </w:t>
          </w:r>
        </w:p>
      </w:tc>
      <w:tc>
        <w:tcPr>
          <w:tcW w:w="1021" w:type="dxa"/>
          <w:vAlign w:val="bottom"/>
        </w:tcPr>
        <w:p w14:paraId="23F1C9AA" w14:textId="41433293" w:rsidR="0023043F" w:rsidRPr="009E09BE" w:rsidRDefault="0023043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F35B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35B5">
            <w:rPr>
              <w:rStyle w:val="slostrnky"/>
              <w:noProof/>
            </w:rPr>
            <w:t>1</w:t>
          </w:r>
          <w:r>
            <w:rPr>
              <w:rStyle w:val="slostrnky"/>
            </w:rPr>
            <w:fldChar w:fldCharType="end"/>
          </w:r>
        </w:p>
      </w:tc>
    </w:tr>
  </w:tbl>
  <w:p w14:paraId="5508EC05" w14:textId="77777777" w:rsidR="0023043F" w:rsidRPr="00B8518B" w:rsidRDefault="0023043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3043F" w:rsidRPr="003462EB" w14:paraId="7E738D69" w14:textId="77777777" w:rsidTr="00F13FDA">
      <w:tc>
        <w:tcPr>
          <w:tcW w:w="1021" w:type="dxa"/>
          <w:vAlign w:val="bottom"/>
        </w:tcPr>
        <w:p w14:paraId="502BB4D2" w14:textId="77777777" w:rsidR="0023043F" w:rsidRPr="00B8518B" w:rsidRDefault="002304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23043F" w:rsidRPr="00DD4862" w:rsidRDefault="0023043F" w:rsidP="00F13FDA">
          <w:pPr>
            <w:pStyle w:val="Zpatvlevo"/>
            <w:rPr>
              <w:b/>
            </w:rPr>
          </w:pPr>
          <w:r>
            <w:rPr>
              <w:b/>
            </w:rPr>
            <w:t>Příloha č. 8</w:t>
          </w:r>
        </w:p>
        <w:p w14:paraId="120D1055" w14:textId="77777777" w:rsidR="0023043F" w:rsidRDefault="0023043F" w:rsidP="00F13FDA">
          <w:pPr>
            <w:pStyle w:val="Zpatvlevo"/>
          </w:pPr>
          <w:r w:rsidRPr="00B41CFD">
            <w:t>Smlouva o dílo</w:t>
          </w:r>
        </w:p>
        <w:p w14:paraId="1A385723" w14:textId="77777777" w:rsidR="0023043F" w:rsidRPr="003462EB" w:rsidRDefault="0023043F" w:rsidP="00F13FDA">
          <w:pPr>
            <w:pStyle w:val="Zpatvlevo"/>
          </w:pPr>
          <w:r w:rsidRPr="00B41CFD">
            <w:t>Zhotovení stavby</w:t>
          </w:r>
        </w:p>
      </w:tc>
    </w:tr>
  </w:tbl>
  <w:p w14:paraId="32050216" w14:textId="77777777" w:rsidR="0023043F" w:rsidRPr="00F13FDA" w:rsidRDefault="0023043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3043F" w:rsidRPr="009E09BE" w14:paraId="7D122B19" w14:textId="77777777" w:rsidTr="00A0271B">
      <w:tc>
        <w:tcPr>
          <w:tcW w:w="0" w:type="auto"/>
          <w:tcMar>
            <w:left w:w="0" w:type="dxa"/>
            <w:right w:w="0" w:type="dxa"/>
          </w:tcMar>
          <w:vAlign w:val="bottom"/>
        </w:tcPr>
        <w:p w14:paraId="4A081609" w14:textId="77777777" w:rsidR="0023043F" w:rsidRPr="00DD4862" w:rsidRDefault="0023043F" w:rsidP="00A0271B">
          <w:pPr>
            <w:pStyle w:val="Zpatvpravo"/>
            <w:rPr>
              <w:b/>
            </w:rPr>
          </w:pPr>
          <w:r w:rsidRPr="00DD4862">
            <w:rPr>
              <w:b/>
            </w:rPr>
            <w:t xml:space="preserve">Příloha č. </w:t>
          </w:r>
          <w:r>
            <w:rPr>
              <w:b/>
            </w:rPr>
            <w:t>8</w:t>
          </w:r>
        </w:p>
        <w:p w14:paraId="33423AB3" w14:textId="77777777" w:rsidR="0023043F" w:rsidRPr="003462EB" w:rsidRDefault="0023043F" w:rsidP="00A0271B">
          <w:pPr>
            <w:pStyle w:val="Zpatvpravo"/>
          </w:pPr>
          <w:r>
            <w:t>Smlouva o dílo</w:t>
          </w:r>
        </w:p>
        <w:p w14:paraId="0ED2C04B" w14:textId="77777777" w:rsidR="0023043F" w:rsidRPr="003462EB" w:rsidRDefault="0023043F" w:rsidP="00A0271B">
          <w:pPr>
            <w:pStyle w:val="Zpatvpravo"/>
            <w:rPr>
              <w:rStyle w:val="slostrnky"/>
              <w:b w:val="0"/>
              <w:color w:val="auto"/>
              <w:sz w:val="12"/>
            </w:rPr>
          </w:pPr>
          <w:r w:rsidRPr="003462EB">
            <w:t xml:space="preserve">Zhotovení stavby </w:t>
          </w:r>
        </w:p>
      </w:tc>
      <w:tc>
        <w:tcPr>
          <w:tcW w:w="1021" w:type="dxa"/>
          <w:vAlign w:val="bottom"/>
        </w:tcPr>
        <w:p w14:paraId="4627B9DD" w14:textId="4F52519A" w:rsidR="0023043F" w:rsidRPr="009E09BE" w:rsidRDefault="0023043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F35B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35B5">
            <w:rPr>
              <w:rStyle w:val="slostrnky"/>
              <w:noProof/>
            </w:rPr>
            <w:t>1</w:t>
          </w:r>
          <w:r>
            <w:rPr>
              <w:rStyle w:val="slostrnky"/>
            </w:rPr>
            <w:fldChar w:fldCharType="end"/>
          </w:r>
        </w:p>
      </w:tc>
    </w:tr>
  </w:tbl>
  <w:p w14:paraId="3D0C59CA" w14:textId="77777777" w:rsidR="0023043F" w:rsidRPr="00B8518B" w:rsidRDefault="0023043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3043F" w:rsidRPr="009E09BE" w14:paraId="0257CBFB" w14:textId="77777777" w:rsidTr="00F13FDA">
      <w:tc>
        <w:tcPr>
          <w:tcW w:w="0" w:type="auto"/>
          <w:tcMar>
            <w:left w:w="0" w:type="dxa"/>
            <w:right w:w="0" w:type="dxa"/>
          </w:tcMar>
          <w:vAlign w:val="bottom"/>
        </w:tcPr>
        <w:p w14:paraId="79F4B413" w14:textId="77777777" w:rsidR="0023043F" w:rsidRPr="003462EB" w:rsidRDefault="0023043F" w:rsidP="00F13FDA">
          <w:pPr>
            <w:pStyle w:val="Zpatvpravo"/>
          </w:pPr>
          <w:r>
            <w:t>Smlouva o dílo</w:t>
          </w:r>
        </w:p>
        <w:p w14:paraId="3BAD2C8C" w14:textId="77777777" w:rsidR="0023043F" w:rsidRPr="003462EB" w:rsidRDefault="0023043F" w:rsidP="00F13FDA">
          <w:pPr>
            <w:pStyle w:val="Zpatvpravo"/>
            <w:rPr>
              <w:rStyle w:val="slostrnky"/>
              <w:b w:val="0"/>
              <w:color w:val="auto"/>
              <w:sz w:val="12"/>
            </w:rPr>
          </w:pPr>
          <w:r>
            <w:t xml:space="preserve">Zhotovení stavby </w:t>
          </w:r>
        </w:p>
      </w:tc>
      <w:tc>
        <w:tcPr>
          <w:tcW w:w="1021" w:type="dxa"/>
          <w:vAlign w:val="bottom"/>
        </w:tcPr>
        <w:p w14:paraId="7D92C335" w14:textId="6CA8EDDD" w:rsidR="0023043F" w:rsidRPr="009E09BE" w:rsidRDefault="0023043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F35B5">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F35B5">
            <w:rPr>
              <w:rStyle w:val="slostrnky"/>
              <w:noProof/>
            </w:rPr>
            <w:t>31</w:t>
          </w:r>
          <w:r w:rsidRPr="00B8518B">
            <w:rPr>
              <w:rStyle w:val="slostrnky"/>
            </w:rPr>
            <w:fldChar w:fldCharType="end"/>
          </w:r>
        </w:p>
      </w:tc>
    </w:tr>
  </w:tbl>
  <w:p w14:paraId="7D391C3E" w14:textId="77777777" w:rsidR="0023043F" w:rsidRPr="00B8518B" w:rsidRDefault="0023043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3043F" w:rsidRPr="003462EB" w14:paraId="760A7963" w14:textId="77777777" w:rsidTr="00F13FDA">
      <w:tc>
        <w:tcPr>
          <w:tcW w:w="1021" w:type="dxa"/>
          <w:vAlign w:val="bottom"/>
        </w:tcPr>
        <w:p w14:paraId="2C967D5C" w14:textId="12FD067B" w:rsidR="0023043F" w:rsidRPr="00B8518B" w:rsidRDefault="002304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35B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F35B5">
            <w:rPr>
              <w:rStyle w:val="slostrnky"/>
              <w:noProof/>
            </w:rPr>
            <w:t>5</w:t>
          </w:r>
          <w:r>
            <w:rPr>
              <w:rStyle w:val="slostrnky"/>
            </w:rPr>
            <w:fldChar w:fldCharType="end"/>
          </w:r>
        </w:p>
      </w:tc>
      <w:tc>
        <w:tcPr>
          <w:tcW w:w="0" w:type="auto"/>
          <w:vAlign w:val="bottom"/>
        </w:tcPr>
        <w:p w14:paraId="24540392" w14:textId="77777777" w:rsidR="0023043F" w:rsidRPr="00DD4862" w:rsidRDefault="0023043F" w:rsidP="00F13FDA">
          <w:pPr>
            <w:pStyle w:val="Zpatvlevo"/>
            <w:rPr>
              <w:b/>
            </w:rPr>
          </w:pPr>
          <w:r>
            <w:rPr>
              <w:b/>
            </w:rPr>
            <w:t>Příloha č. 9</w:t>
          </w:r>
        </w:p>
        <w:p w14:paraId="4619C703" w14:textId="77777777" w:rsidR="0023043F" w:rsidRDefault="0023043F" w:rsidP="00F13FDA">
          <w:pPr>
            <w:pStyle w:val="Zpatvlevo"/>
          </w:pPr>
          <w:r w:rsidRPr="00B41CFD">
            <w:t>Smlouva o dílo</w:t>
          </w:r>
        </w:p>
        <w:p w14:paraId="65F4A929" w14:textId="77777777" w:rsidR="0023043F" w:rsidRPr="003462EB" w:rsidRDefault="0023043F" w:rsidP="00F13FDA">
          <w:pPr>
            <w:pStyle w:val="Zpatvlevo"/>
          </w:pPr>
          <w:r w:rsidRPr="00B41CFD">
            <w:t>Zhotovení stavby</w:t>
          </w:r>
        </w:p>
      </w:tc>
    </w:tr>
  </w:tbl>
  <w:p w14:paraId="0ADFAF99" w14:textId="77777777" w:rsidR="0023043F" w:rsidRPr="00F13FDA" w:rsidRDefault="0023043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3043F" w:rsidRPr="009E09BE" w14:paraId="2AF04367" w14:textId="77777777" w:rsidTr="00A0271B">
      <w:tc>
        <w:tcPr>
          <w:tcW w:w="0" w:type="auto"/>
          <w:tcMar>
            <w:left w:w="0" w:type="dxa"/>
            <w:right w:w="0" w:type="dxa"/>
          </w:tcMar>
          <w:vAlign w:val="bottom"/>
        </w:tcPr>
        <w:p w14:paraId="7F6978BD" w14:textId="77777777" w:rsidR="0023043F" w:rsidRPr="00DD4862" w:rsidRDefault="0023043F" w:rsidP="00A0271B">
          <w:pPr>
            <w:pStyle w:val="Zpatvpravo"/>
            <w:rPr>
              <w:b/>
            </w:rPr>
          </w:pPr>
          <w:r w:rsidRPr="00DD4862">
            <w:rPr>
              <w:b/>
            </w:rPr>
            <w:t xml:space="preserve">Příloha č. </w:t>
          </w:r>
          <w:r>
            <w:rPr>
              <w:b/>
            </w:rPr>
            <w:t>9</w:t>
          </w:r>
        </w:p>
        <w:p w14:paraId="0C49EAB7" w14:textId="77777777" w:rsidR="0023043F" w:rsidRPr="003462EB" w:rsidRDefault="0023043F" w:rsidP="00A0271B">
          <w:pPr>
            <w:pStyle w:val="Zpatvpravo"/>
          </w:pPr>
          <w:r>
            <w:t>Smlouva o dílo</w:t>
          </w:r>
        </w:p>
        <w:p w14:paraId="0ABE324B" w14:textId="77777777" w:rsidR="0023043F" w:rsidRPr="003462EB" w:rsidRDefault="0023043F" w:rsidP="00A0271B">
          <w:pPr>
            <w:pStyle w:val="Zpatvpravo"/>
            <w:rPr>
              <w:rStyle w:val="slostrnky"/>
              <w:b w:val="0"/>
              <w:color w:val="auto"/>
              <w:sz w:val="12"/>
            </w:rPr>
          </w:pPr>
          <w:r w:rsidRPr="003462EB">
            <w:t xml:space="preserve">Zhotovení stavby </w:t>
          </w:r>
        </w:p>
      </w:tc>
      <w:tc>
        <w:tcPr>
          <w:tcW w:w="1021" w:type="dxa"/>
          <w:vAlign w:val="bottom"/>
        </w:tcPr>
        <w:p w14:paraId="3D9C297C" w14:textId="209BE8B3" w:rsidR="0023043F" w:rsidRPr="009E09BE" w:rsidRDefault="0023043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F35B5">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35B5">
            <w:rPr>
              <w:rStyle w:val="slostrnky"/>
              <w:noProof/>
            </w:rPr>
            <w:t>5</w:t>
          </w:r>
          <w:r>
            <w:rPr>
              <w:rStyle w:val="slostrnky"/>
            </w:rPr>
            <w:fldChar w:fldCharType="end"/>
          </w:r>
        </w:p>
      </w:tc>
    </w:tr>
  </w:tbl>
  <w:p w14:paraId="5E569996" w14:textId="77777777" w:rsidR="0023043F" w:rsidRPr="00B8518B" w:rsidRDefault="0023043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23043F" w:rsidRDefault="0023043F" w:rsidP="00C1662E">
    <w:pPr>
      <w:pStyle w:val="Zpat"/>
      <w:rPr>
        <w:sz w:val="2"/>
        <w:szCs w:val="2"/>
      </w:rPr>
    </w:pPr>
  </w:p>
  <w:p w14:paraId="27D1AED5" w14:textId="27C2BE80" w:rsidR="0023043F" w:rsidRPr="001E4BDC" w:rsidRDefault="0023043F" w:rsidP="00C1662E">
    <w:pPr>
      <w:pStyle w:val="Zpat"/>
      <w:rPr>
        <w:sz w:val="12"/>
        <w:szCs w:val="12"/>
      </w:rPr>
    </w:pPr>
  </w:p>
  <w:p w14:paraId="322CE0D8" w14:textId="793171DA" w:rsidR="0023043F" w:rsidRPr="001E4BDC" w:rsidRDefault="0023043F"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3043F" w:rsidRPr="003462EB" w14:paraId="576E4CB6" w14:textId="77777777" w:rsidTr="00F13FDA">
      <w:tc>
        <w:tcPr>
          <w:tcW w:w="1021" w:type="dxa"/>
          <w:vAlign w:val="bottom"/>
        </w:tcPr>
        <w:p w14:paraId="55FBAD66" w14:textId="0BCA0BE4" w:rsidR="0023043F" w:rsidRPr="00B8518B" w:rsidRDefault="002304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23043F" w:rsidRPr="00DD4862" w:rsidRDefault="0023043F" w:rsidP="00F13FDA">
          <w:pPr>
            <w:pStyle w:val="Zpatvlevo"/>
            <w:rPr>
              <w:b/>
            </w:rPr>
          </w:pPr>
          <w:r w:rsidRPr="00DD4862">
            <w:rPr>
              <w:b/>
            </w:rPr>
            <w:t>Příloha č. 1</w:t>
          </w:r>
        </w:p>
        <w:p w14:paraId="09312A8D" w14:textId="77777777" w:rsidR="0023043F" w:rsidRDefault="0023043F" w:rsidP="00F13FDA">
          <w:pPr>
            <w:pStyle w:val="Zpatvlevo"/>
          </w:pPr>
          <w:r w:rsidRPr="00B41CFD">
            <w:t>Smlouva o dílo</w:t>
          </w:r>
        </w:p>
        <w:p w14:paraId="3E3A2370" w14:textId="77777777" w:rsidR="0023043F" w:rsidRPr="003462EB" w:rsidRDefault="0023043F" w:rsidP="00F13FDA">
          <w:pPr>
            <w:pStyle w:val="Zpatvlevo"/>
          </w:pPr>
          <w:r w:rsidRPr="00B41CFD">
            <w:t>Zhotovení stavby</w:t>
          </w:r>
        </w:p>
      </w:tc>
    </w:tr>
  </w:tbl>
  <w:p w14:paraId="3D81D7D4" w14:textId="77777777" w:rsidR="0023043F" w:rsidRPr="00F13FDA" w:rsidRDefault="0023043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23043F" w:rsidRDefault="0023043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3043F" w:rsidRPr="009E09BE" w14:paraId="38DC7AE6" w14:textId="77777777" w:rsidTr="00A0271B">
      <w:tc>
        <w:tcPr>
          <w:tcW w:w="0" w:type="auto"/>
          <w:tcMar>
            <w:left w:w="0" w:type="dxa"/>
            <w:right w:w="0" w:type="dxa"/>
          </w:tcMar>
          <w:vAlign w:val="bottom"/>
        </w:tcPr>
        <w:p w14:paraId="1660DAD1" w14:textId="77777777" w:rsidR="0023043F" w:rsidRPr="00DD4862" w:rsidRDefault="0023043F" w:rsidP="00A0271B">
          <w:pPr>
            <w:pStyle w:val="Zpatvpravo"/>
            <w:rPr>
              <w:b/>
            </w:rPr>
          </w:pPr>
          <w:r w:rsidRPr="00DD4862">
            <w:rPr>
              <w:b/>
            </w:rPr>
            <w:t>Příloha č. 1</w:t>
          </w:r>
        </w:p>
        <w:p w14:paraId="1CB749FC" w14:textId="77777777" w:rsidR="0023043F" w:rsidRPr="003462EB" w:rsidRDefault="0023043F" w:rsidP="00A0271B">
          <w:pPr>
            <w:pStyle w:val="Zpatvpravo"/>
          </w:pPr>
          <w:r>
            <w:t>Smlouva o dílo</w:t>
          </w:r>
        </w:p>
        <w:p w14:paraId="3E9E1C04" w14:textId="77777777" w:rsidR="0023043F" w:rsidRPr="003462EB" w:rsidRDefault="0023043F" w:rsidP="00DD4862">
          <w:pPr>
            <w:pStyle w:val="Zpatvpravo"/>
            <w:rPr>
              <w:rStyle w:val="slostrnky"/>
              <w:b w:val="0"/>
              <w:color w:val="auto"/>
              <w:sz w:val="12"/>
            </w:rPr>
          </w:pPr>
          <w:r w:rsidRPr="003462EB">
            <w:t xml:space="preserve">Zhotovení stavby </w:t>
          </w:r>
        </w:p>
      </w:tc>
      <w:tc>
        <w:tcPr>
          <w:tcW w:w="1021" w:type="dxa"/>
          <w:vAlign w:val="bottom"/>
        </w:tcPr>
        <w:p w14:paraId="52A5ACA1" w14:textId="46FE965B" w:rsidR="0023043F" w:rsidRPr="009E09BE" w:rsidRDefault="0023043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F35B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35B5">
            <w:rPr>
              <w:rStyle w:val="slostrnky"/>
              <w:noProof/>
            </w:rPr>
            <w:t>1</w:t>
          </w:r>
          <w:r>
            <w:rPr>
              <w:rStyle w:val="slostrnky"/>
            </w:rPr>
            <w:fldChar w:fldCharType="end"/>
          </w:r>
        </w:p>
      </w:tc>
    </w:tr>
  </w:tbl>
  <w:p w14:paraId="7D639E4C" w14:textId="77777777" w:rsidR="0023043F" w:rsidRPr="00B8518B" w:rsidRDefault="0023043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3043F" w:rsidRPr="003462EB" w14:paraId="31324F47" w14:textId="77777777" w:rsidTr="00F13FDA">
      <w:tc>
        <w:tcPr>
          <w:tcW w:w="1021" w:type="dxa"/>
          <w:vAlign w:val="bottom"/>
        </w:tcPr>
        <w:p w14:paraId="4660D5CA" w14:textId="5C8E1ED0" w:rsidR="0023043F" w:rsidRPr="00B8518B" w:rsidRDefault="002304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23043F" w:rsidRPr="00DD4862" w:rsidRDefault="0023043F" w:rsidP="00F13FDA">
          <w:pPr>
            <w:pStyle w:val="Zpatvlevo"/>
            <w:rPr>
              <w:b/>
            </w:rPr>
          </w:pPr>
          <w:r>
            <w:rPr>
              <w:b/>
            </w:rPr>
            <w:t>Příloha č. 2</w:t>
          </w:r>
        </w:p>
        <w:p w14:paraId="0C1A6B71" w14:textId="77777777" w:rsidR="0023043F" w:rsidRDefault="0023043F" w:rsidP="00F13FDA">
          <w:pPr>
            <w:pStyle w:val="Zpatvlevo"/>
          </w:pPr>
          <w:r w:rsidRPr="00B41CFD">
            <w:t>Smlouva o dílo</w:t>
          </w:r>
        </w:p>
        <w:p w14:paraId="6C987E4D" w14:textId="77777777" w:rsidR="0023043F" w:rsidRPr="003462EB" w:rsidRDefault="0023043F" w:rsidP="00F13FDA">
          <w:pPr>
            <w:pStyle w:val="Zpatvlevo"/>
          </w:pPr>
          <w:r w:rsidRPr="00B41CFD">
            <w:t>Zhotovení stavby</w:t>
          </w:r>
        </w:p>
      </w:tc>
    </w:tr>
  </w:tbl>
  <w:p w14:paraId="721821A5" w14:textId="77777777" w:rsidR="0023043F" w:rsidRPr="00F13FDA" w:rsidRDefault="0023043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3043F" w:rsidRPr="009E09BE" w14:paraId="38E8F7EA" w14:textId="77777777" w:rsidTr="00A0271B">
      <w:tc>
        <w:tcPr>
          <w:tcW w:w="0" w:type="auto"/>
          <w:tcMar>
            <w:left w:w="0" w:type="dxa"/>
            <w:right w:w="0" w:type="dxa"/>
          </w:tcMar>
          <w:vAlign w:val="bottom"/>
        </w:tcPr>
        <w:p w14:paraId="12959C17" w14:textId="77777777" w:rsidR="0023043F" w:rsidRPr="00DD4862" w:rsidRDefault="0023043F" w:rsidP="00A0271B">
          <w:pPr>
            <w:pStyle w:val="Zpatvpravo"/>
            <w:rPr>
              <w:b/>
            </w:rPr>
          </w:pPr>
          <w:r w:rsidRPr="00DD4862">
            <w:rPr>
              <w:b/>
            </w:rPr>
            <w:t>Příloha č. 2</w:t>
          </w:r>
        </w:p>
        <w:p w14:paraId="1091D5F5" w14:textId="77777777" w:rsidR="0023043F" w:rsidRPr="003462EB" w:rsidRDefault="0023043F" w:rsidP="00A0271B">
          <w:pPr>
            <w:pStyle w:val="Zpatvpravo"/>
          </w:pPr>
          <w:r>
            <w:t>Smlouva o dílo</w:t>
          </w:r>
        </w:p>
        <w:p w14:paraId="45C9C2F0" w14:textId="77777777" w:rsidR="0023043F" w:rsidRPr="003462EB" w:rsidRDefault="0023043F" w:rsidP="00A0271B">
          <w:pPr>
            <w:pStyle w:val="Zpatvpravo"/>
            <w:rPr>
              <w:rStyle w:val="slostrnky"/>
              <w:b w:val="0"/>
              <w:color w:val="auto"/>
              <w:sz w:val="12"/>
            </w:rPr>
          </w:pPr>
          <w:r w:rsidRPr="003462EB">
            <w:t xml:space="preserve">Zhotovení stavby </w:t>
          </w:r>
        </w:p>
      </w:tc>
      <w:tc>
        <w:tcPr>
          <w:tcW w:w="1021" w:type="dxa"/>
          <w:vAlign w:val="bottom"/>
        </w:tcPr>
        <w:p w14:paraId="68484E19" w14:textId="7A3B12FA" w:rsidR="0023043F" w:rsidRPr="009E09BE" w:rsidRDefault="0023043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F35B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35B5">
            <w:rPr>
              <w:rStyle w:val="slostrnky"/>
              <w:noProof/>
            </w:rPr>
            <w:t>1</w:t>
          </w:r>
          <w:r>
            <w:rPr>
              <w:rStyle w:val="slostrnky"/>
            </w:rPr>
            <w:fldChar w:fldCharType="end"/>
          </w:r>
        </w:p>
      </w:tc>
    </w:tr>
  </w:tbl>
  <w:p w14:paraId="5C7B95E3" w14:textId="77777777" w:rsidR="0023043F" w:rsidRPr="00B8518B" w:rsidRDefault="0023043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3043F" w:rsidRPr="003462EB" w14:paraId="1C83CE55" w14:textId="77777777" w:rsidTr="00F13FDA">
      <w:tc>
        <w:tcPr>
          <w:tcW w:w="1021" w:type="dxa"/>
          <w:vAlign w:val="bottom"/>
        </w:tcPr>
        <w:p w14:paraId="5CCDD256" w14:textId="77777777" w:rsidR="0023043F" w:rsidRPr="00B8518B" w:rsidRDefault="002304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23043F" w:rsidRPr="00DD4862" w:rsidRDefault="0023043F" w:rsidP="00F13FDA">
          <w:pPr>
            <w:pStyle w:val="Zpatvlevo"/>
            <w:rPr>
              <w:b/>
            </w:rPr>
          </w:pPr>
          <w:r>
            <w:rPr>
              <w:b/>
            </w:rPr>
            <w:t>Příloha č. 3</w:t>
          </w:r>
        </w:p>
        <w:p w14:paraId="4666136E" w14:textId="77777777" w:rsidR="0023043F" w:rsidRDefault="0023043F" w:rsidP="00F13FDA">
          <w:pPr>
            <w:pStyle w:val="Zpatvlevo"/>
          </w:pPr>
          <w:r w:rsidRPr="00B41CFD">
            <w:t>Smlouva o dílo</w:t>
          </w:r>
        </w:p>
        <w:p w14:paraId="55042ECA" w14:textId="77777777" w:rsidR="0023043F" w:rsidRPr="003462EB" w:rsidRDefault="0023043F" w:rsidP="00F13FDA">
          <w:pPr>
            <w:pStyle w:val="Zpatvlevo"/>
          </w:pPr>
          <w:r w:rsidRPr="00B41CFD">
            <w:t>Zhotovení stavby</w:t>
          </w:r>
        </w:p>
      </w:tc>
    </w:tr>
  </w:tbl>
  <w:p w14:paraId="078F4948" w14:textId="77777777" w:rsidR="0023043F" w:rsidRPr="00F13FDA" w:rsidRDefault="0023043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3043F" w:rsidRPr="009E09BE" w14:paraId="236B1D3C" w14:textId="77777777" w:rsidTr="00A0271B">
      <w:tc>
        <w:tcPr>
          <w:tcW w:w="0" w:type="auto"/>
          <w:tcMar>
            <w:left w:w="0" w:type="dxa"/>
            <w:right w:w="0" w:type="dxa"/>
          </w:tcMar>
          <w:vAlign w:val="bottom"/>
        </w:tcPr>
        <w:p w14:paraId="1DE31B10" w14:textId="77777777" w:rsidR="0023043F" w:rsidRPr="00DD4862" w:rsidRDefault="0023043F" w:rsidP="00A0271B">
          <w:pPr>
            <w:pStyle w:val="Zpatvpravo"/>
            <w:rPr>
              <w:b/>
            </w:rPr>
          </w:pPr>
          <w:r w:rsidRPr="00DD4862">
            <w:rPr>
              <w:b/>
            </w:rPr>
            <w:t xml:space="preserve">Příloha č. </w:t>
          </w:r>
          <w:r>
            <w:rPr>
              <w:b/>
            </w:rPr>
            <w:t>3</w:t>
          </w:r>
        </w:p>
        <w:p w14:paraId="2C91EB49" w14:textId="77777777" w:rsidR="0023043F" w:rsidRPr="003462EB" w:rsidRDefault="0023043F" w:rsidP="00A0271B">
          <w:pPr>
            <w:pStyle w:val="Zpatvpravo"/>
          </w:pPr>
          <w:r>
            <w:t>Smlouva o dílo</w:t>
          </w:r>
        </w:p>
        <w:p w14:paraId="74FC2B61" w14:textId="77777777" w:rsidR="0023043F" w:rsidRPr="003462EB" w:rsidRDefault="0023043F" w:rsidP="00A0271B">
          <w:pPr>
            <w:pStyle w:val="Zpatvpravo"/>
            <w:rPr>
              <w:rStyle w:val="slostrnky"/>
              <w:b w:val="0"/>
              <w:color w:val="auto"/>
              <w:sz w:val="12"/>
            </w:rPr>
          </w:pPr>
          <w:r w:rsidRPr="003462EB">
            <w:t xml:space="preserve">Zhotovení stavby </w:t>
          </w:r>
        </w:p>
      </w:tc>
      <w:tc>
        <w:tcPr>
          <w:tcW w:w="1021" w:type="dxa"/>
          <w:vAlign w:val="bottom"/>
        </w:tcPr>
        <w:p w14:paraId="09191C9B" w14:textId="47C6016D" w:rsidR="0023043F" w:rsidRPr="009E09BE" w:rsidRDefault="0023043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F35B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35B5">
            <w:rPr>
              <w:rStyle w:val="slostrnky"/>
              <w:noProof/>
            </w:rPr>
            <w:t>1</w:t>
          </w:r>
          <w:r>
            <w:rPr>
              <w:rStyle w:val="slostrnky"/>
            </w:rPr>
            <w:fldChar w:fldCharType="end"/>
          </w:r>
        </w:p>
      </w:tc>
    </w:tr>
  </w:tbl>
  <w:p w14:paraId="5F4D3FBE" w14:textId="77777777" w:rsidR="0023043F" w:rsidRPr="00B8518B" w:rsidRDefault="0023043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23043F" w:rsidRDefault="0023043F" w:rsidP="00962258">
      <w:pPr>
        <w:spacing w:after="0" w:line="240" w:lineRule="auto"/>
      </w:pPr>
      <w:r>
        <w:separator/>
      </w:r>
    </w:p>
  </w:footnote>
  <w:footnote w:type="continuationSeparator" w:id="0">
    <w:p w14:paraId="0378FD30" w14:textId="77777777" w:rsidR="0023043F" w:rsidRDefault="0023043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3043F" w14:paraId="3B79F732" w14:textId="77777777" w:rsidTr="00B22106">
      <w:trPr>
        <w:trHeight w:hRule="exact" w:val="936"/>
      </w:trPr>
      <w:tc>
        <w:tcPr>
          <w:tcW w:w="1361" w:type="dxa"/>
          <w:tcMar>
            <w:left w:w="0" w:type="dxa"/>
            <w:right w:w="0" w:type="dxa"/>
          </w:tcMar>
        </w:tcPr>
        <w:p w14:paraId="227E3247" w14:textId="77777777" w:rsidR="0023043F" w:rsidRPr="00B8518B" w:rsidRDefault="0023043F" w:rsidP="00FC6389">
          <w:pPr>
            <w:pStyle w:val="Zpat"/>
            <w:rPr>
              <w:rStyle w:val="slostrnky"/>
            </w:rPr>
          </w:pPr>
        </w:p>
      </w:tc>
      <w:tc>
        <w:tcPr>
          <w:tcW w:w="3458" w:type="dxa"/>
          <w:shd w:val="clear" w:color="auto" w:fill="auto"/>
          <w:tcMar>
            <w:left w:w="0" w:type="dxa"/>
            <w:right w:w="0" w:type="dxa"/>
          </w:tcMar>
        </w:tcPr>
        <w:p w14:paraId="5E5B8C22" w14:textId="77777777" w:rsidR="0023043F" w:rsidRDefault="0023043F"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23043F" w:rsidRPr="00D6163D" w:rsidRDefault="0023043F" w:rsidP="00FC6389">
          <w:pPr>
            <w:pStyle w:val="Druhdokumentu"/>
          </w:pPr>
        </w:p>
      </w:tc>
    </w:tr>
    <w:tr w:rsidR="0023043F" w14:paraId="1DFD2EDD" w14:textId="77777777" w:rsidTr="00B22106">
      <w:trPr>
        <w:trHeight w:hRule="exact" w:val="936"/>
      </w:trPr>
      <w:tc>
        <w:tcPr>
          <w:tcW w:w="1361" w:type="dxa"/>
          <w:tcMar>
            <w:left w:w="0" w:type="dxa"/>
            <w:right w:w="0" w:type="dxa"/>
          </w:tcMar>
        </w:tcPr>
        <w:p w14:paraId="510D1780" w14:textId="77777777" w:rsidR="0023043F" w:rsidRPr="00B8518B" w:rsidRDefault="0023043F" w:rsidP="00FC6389">
          <w:pPr>
            <w:pStyle w:val="Zpat"/>
            <w:rPr>
              <w:rStyle w:val="slostrnky"/>
            </w:rPr>
          </w:pPr>
        </w:p>
      </w:tc>
      <w:tc>
        <w:tcPr>
          <w:tcW w:w="3458" w:type="dxa"/>
          <w:shd w:val="clear" w:color="auto" w:fill="auto"/>
          <w:tcMar>
            <w:left w:w="0" w:type="dxa"/>
            <w:right w:w="0" w:type="dxa"/>
          </w:tcMar>
        </w:tcPr>
        <w:p w14:paraId="7E4B5746" w14:textId="77777777" w:rsidR="0023043F" w:rsidRDefault="0023043F" w:rsidP="00FC6389">
          <w:pPr>
            <w:pStyle w:val="Zpat"/>
          </w:pPr>
        </w:p>
      </w:tc>
      <w:tc>
        <w:tcPr>
          <w:tcW w:w="5756" w:type="dxa"/>
          <w:shd w:val="clear" w:color="auto" w:fill="auto"/>
          <w:tcMar>
            <w:left w:w="0" w:type="dxa"/>
            <w:right w:w="0" w:type="dxa"/>
          </w:tcMar>
        </w:tcPr>
        <w:p w14:paraId="2B60071A" w14:textId="77777777" w:rsidR="0023043F" w:rsidRPr="00D6163D" w:rsidRDefault="0023043F" w:rsidP="00FC6389">
          <w:pPr>
            <w:pStyle w:val="Druhdokumentu"/>
          </w:pPr>
        </w:p>
      </w:tc>
    </w:tr>
  </w:tbl>
  <w:p w14:paraId="14FB9387" w14:textId="77777777" w:rsidR="0023043F" w:rsidRPr="00D6163D" w:rsidRDefault="0023043F" w:rsidP="00FC6389">
    <w:pPr>
      <w:pStyle w:val="Zhlav"/>
      <w:rPr>
        <w:sz w:val="8"/>
        <w:szCs w:val="8"/>
      </w:rPr>
    </w:pPr>
  </w:p>
  <w:p w14:paraId="12576136" w14:textId="77777777" w:rsidR="0023043F" w:rsidRPr="00460660" w:rsidRDefault="0023043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23043F" w:rsidRPr="00D6163D" w:rsidRDefault="0023043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23043F" w:rsidRPr="00D6163D" w:rsidRDefault="0023043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23043F" w:rsidRPr="00D6163D" w:rsidRDefault="0023043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23043F" w:rsidRPr="00D6163D" w:rsidRDefault="0023043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23043F" w:rsidRPr="00D6163D" w:rsidRDefault="0023043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23043F" w:rsidRPr="00D6163D" w:rsidRDefault="0023043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23043F" w:rsidRPr="00D6163D" w:rsidRDefault="0023043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23043F" w:rsidRPr="00D6163D" w:rsidRDefault="0023043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93762A3"/>
    <w:multiLevelType w:val="hybridMultilevel"/>
    <w:tmpl w:val="4FD62F8E"/>
    <w:lvl w:ilvl="0" w:tplc="04050011">
      <w:start w:val="1"/>
      <w:numFmt w:val="decimal"/>
      <w:lvlText w:val="%1)"/>
      <w:lvlJc w:val="left"/>
      <w:pPr>
        <w:ind w:left="2940" w:hanging="360"/>
      </w:pPr>
      <w:rPr>
        <w:rFonts w:hint="default"/>
      </w:rPr>
    </w:lvl>
    <w:lvl w:ilvl="1" w:tplc="04050019">
      <w:start w:val="1"/>
      <w:numFmt w:val="lowerLetter"/>
      <w:lvlText w:val="%2."/>
      <w:lvlJc w:val="left"/>
      <w:pPr>
        <w:ind w:left="3660" w:hanging="360"/>
      </w:pPr>
    </w:lvl>
    <w:lvl w:ilvl="2" w:tplc="0405001B" w:tentative="1">
      <w:start w:val="1"/>
      <w:numFmt w:val="lowerRoman"/>
      <w:lvlText w:val="%3."/>
      <w:lvlJc w:val="right"/>
      <w:pPr>
        <w:ind w:left="4380" w:hanging="180"/>
      </w:pPr>
    </w:lvl>
    <w:lvl w:ilvl="3" w:tplc="0405000F" w:tentative="1">
      <w:start w:val="1"/>
      <w:numFmt w:val="decimal"/>
      <w:lvlText w:val="%4."/>
      <w:lvlJc w:val="left"/>
      <w:pPr>
        <w:ind w:left="5100" w:hanging="360"/>
      </w:pPr>
    </w:lvl>
    <w:lvl w:ilvl="4" w:tplc="04050019" w:tentative="1">
      <w:start w:val="1"/>
      <w:numFmt w:val="lowerLetter"/>
      <w:lvlText w:val="%5."/>
      <w:lvlJc w:val="left"/>
      <w:pPr>
        <w:ind w:left="5820" w:hanging="360"/>
      </w:pPr>
    </w:lvl>
    <w:lvl w:ilvl="5" w:tplc="0405001B" w:tentative="1">
      <w:start w:val="1"/>
      <w:numFmt w:val="lowerRoman"/>
      <w:lvlText w:val="%6."/>
      <w:lvlJc w:val="right"/>
      <w:pPr>
        <w:ind w:left="6540" w:hanging="180"/>
      </w:pPr>
    </w:lvl>
    <w:lvl w:ilvl="6" w:tplc="0405000F" w:tentative="1">
      <w:start w:val="1"/>
      <w:numFmt w:val="decimal"/>
      <w:lvlText w:val="%7."/>
      <w:lvlJc w:val="left"/>
      <w:pPr>
        <w:ind w:left="7260" w:hanging="360"/>
      </w:pPr>
    </w:lvl>
    <w:lvl w:ilvl="7" w:tplc="04050019" w:tentative="1">
      <w:start w:val="1"/>
      <w:numFmt w:val="lowerLetter"/>
      <w:lvlText w:val="%8."/>
      <w:lvlJc w:val="left"/>
      <w:pPr>
        <w:ind w:left="7980" w:hanging="360"/>
      </w:pPr>
    </w:lvl>
    <w:lvl w:ilvl="8" w:tplc="0405001B" w:tentative="1">
      <w:start w:val="1"/>
      <w:numFmt w:val="lowerRoman"/>
      <w:lvlText w:val="%9."/>
      <w:lvlJc w:val="right"/>
      <w:pPr>
        <w:ind w:left="8700"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2BE2873"/>
    <w:multiLevelType w:val="hybridMultilevel"/>
    <w:tmpl w:val="EF8C6EDE"/>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4"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4"/>
  </w:num>
  <w:num w:numId="4">
    <w:abstractNumId w:val="4"/>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1"/>
  </w:num>
  <w:num w:numId="9">
    <w:abstractNumId w:val="0"/>
  </w:num>
  <w:num w:numId="10">
    <w:abstractNumId w:val="2"/>
  </w:num>
  <w:num w:numId="11">
    <w:abstractNumId w:val="16"/>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1"/>
  </w:num>
  <w:num w:numId="26">
    <w:abstractNumId w:val="0"/>
  </w:num>
  <w:num w:numId="27">
    <w:abstractNumId w:val="0"/>
  </w:num>
  <w:num w:numId="28">
    <w:abstractNumId w:val="2"/>
  </w:num>
  <w:num w:numId="29">
    <w:abstractNumId w:val="2"/>
  </w:num>
  <w:num w:numId="30">
    <w:abstractNumId w:val="16"/>
  </w:num>
  <w:num w:numId="31">
    <w:abstractNumId w:val="16"/>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0"/>
  </w:num>
  <w:num w:numId="37">
    <w:abstractNumId w:val="10"/>
  </w:num>
  <w:num w:numId="38">
    <w:abstractNumId w:val="0"/>
  </w:num>
  <w:num w:numId="39">
    <w:abstractNumId w:val="7"/>
  </w:num>
  <w:num w:numId="40">
    <w:abstractNumId w:val="0"/>
  </w:num>
  <w:num w:numId="41">
    <w:abstractNumId w:val="0"/>
  </w:num>
  <w:num w:numId="42">
    <w:abstractNumId w:val="12"/>
  </w:num>
  <w:num w:numId="43">
    <w:abstractNumId w:val="18"/>
  </w:num>
  <w:num w:numId="44">
    <w:abstractNumId w:val="9"/>
  </w:num>
  <w:num w:numId="45">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0EF4"/>
    <w:rsid w:val="00022F72"/>
    <w:rsid w:val="00022FF9"/>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0FB6"/>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177FB"/>
    <w:rsid w:val="0022335A"/>
    <w:rsid w:val="00225027"/>
    <w:rsid w:val="00225674"/>
    <w:rsid w:val="0023043F"/>
    <w:rsid w:val="00237604"/>
    <w:rsid w:val="00240B81"/>
    <w:rsid w:val="00247D01"/>
    <w:rsid w:val="00252206"/>
    <w:rsid w:val="00255AE4"/>
    <w:rsid w:val="00255B10"/>
    <w:rsid w:val="00261A5B"/>
    <w:rsid w:val="00262E5B"/>
    <w:rsid w:val="00276AF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4E0"/>
    <w:rsid w:val="003B4A16"/>
    <w:rsid w:val="003B6B2A"/>
    <w:rsid w:val="003C33F2"/>
    <w:rsid w:val="003D6859"/>
    <w:rsid w:val="003D71F1"/>
    <w:rsid w:val="003D756E"/>
    <w:rsid w:val="003E420D"/>
    <w:rsid w:val="003E4C13"/>
    <w:rsid w:val="0040376C"/>
    <w:rsid w:val="0040659D"/>
    <w:rsid w:val="004078F3"/>
    <w:rsid w:val="00415EFB"/>
    <w:rsid w:val="004160CB"/>
    <w:rsid w:val="00427794"/>
    <w:rsid w:val="004328E4"/>
    <w:rsid w:val="00450F07"/>
    <w:rsid w:val="00453CD3"/>
    <w:rsid w:val="00453FAC"/>
    <w:rsid w:val="00455CE8"/>
    <w:rsid w:val="00460660"/>
    <w:rsid w:val="00464BA9"/>
    <w:rsid w:val="00474AFB"/>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614AC"/>
    <w:rsid w:val="0056773A"/>
    <w:rsid w:val="00567E99"/>
    <w:rsid w:val="005736B7"/>
    <w:rsid w:val="00575E5A"/>
    <w:rsid w:val="00580245"/>
    <w:rsid w:val="00582A82"/>
    <w:rsid w:val="00590C91"/>
    <w:rsid w:val="00595534"/>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13EC8"/>
    <w:rsid w:val="006231B6"/>
    <w:rsid w:val="00623FDC"/>
    <w:rsid w:val="00646412"/>
    <w:rsid w:val="0065610E"/>
    <w:rsid w:val="00660AD3"/>
    <w:rsid w:val="006776B6"/>
    <w:rsid w:val="00693150"/>
    <w:rsid w:val="00695E20"/>
    <w:rsid w:val="006A12A4"/>
    <w:rsid w:val="006A5570"/>
    <w:rsid w:val="006A5576"/>
    <w:rsid w:val="006A689C"/>
    <w:rsid w:val="006B3D79"/>
    <w:rsid w:val="006B6FE4"/>
    <w:rsid w:val="006C2343"/>
    <w:rsid w:val="006C442A"/>
    <w:rsid w:val="006D1A8E"/>
    <w:rsid w:val="006D30C1"/>
    <w:rsid w:val="006E0578"/>
    <w:rsid w:val="006E1DF8"/>
    <w:rsid w:val="006E314D"/>
    <w:rsid w:val="006E7799"/>
    <w:rsid w:val="006F4030"/>
    <w:rsid w:val="00704D1E"/>
    <w:rsid w:val="00710723"/>
    <w:rsid w:val="007145F3"/>
    <w:rsid w:val="00723ED1"/>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3682"/>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10F3"/>
    <w:rsid w:val="009152C2"/>
    <w:rsid w:val="00922385"/>
    <w:rsid w:val="009223DF"/>
    <w:rsid w:val="00936091"/>
    <w:rsid w:val="00936F59"/>
    <w:rsid w:val="00940D8A"/>
    <w:rsid w:val="00946FE9"/>
    <w:rsid w:val="00950FD8"/>
    <w:rsid w:val="00962258"/>
    <w:rsid w:val="00966BE8"/>
    <w:rsid w:val="0096731F"/>
    <w:rsid w:val="009678B7"/>
    <w:rsid w:val="00974AE2"/>
    <w:rsid w:val="009809A9"/>
    <w:rsid w:val="0098100D"/>
    <w:rsid w:val="00985DF9"/>
    <w:rsid w:val="00992D9C"/>
    <w:rsid w:val="00995DF9"/>
    <w:rsid w:val="00996CB8"/>
    <w:rsid w:val="009A0E00"/>
    <w:rsid w:val="009A12BD"/>
    <w:rsid w:val="009B2E97"/>
    <w:rsid w:val="009B4201"/>
    <w:rsid w:val="009B5146"/>
    <w:rsid w:val="009C12D7"/>
    <w:rsid w:val="009C418E"/>
    <w:rsid w:val="009C442C"/>
    <w:rsid w:val="009D7398"/>
    <w:rsid w:val="009E07F4"/>
    <w:rsid w:val="009E44CC"/>
    <w:rsid w:val="009F0867"/>
    <w:rsid w:val="009F309B"/>
    <w:rsid w:val="009F392E"/>
    <w:rsid w:val="009F53C5"/>
    <w:rsid w:val="009F638B"/>
    <w:rsid w:val="00A0271B"/>
    <w:rsid w:val="00A0740E"/>
    <w:rsid w:val="00A07DDA"/>
    <w:rsid w:val="00A21A01"/>
    <w:rsid w:val="00A24529"/>
    <w:rsid w:val="00A25201"/>
    <w:rsid w:val="00A349C6"/>
    <w:rsid w:val="00A42E85"/>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44F1"/>
    <w:rsid w:val="00A94C2F"/>
    <w:rsid w:val="00AA4CBB"/>
    <w:rsid w:val="00AA65FA"/>
    <w:rsid w:val="00AA686C"/>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1C8B"/>
    <w:rsid w:val="00C778A5"/>
    <w:rsid w:val="00C866F8"/>
    <w:rsid w:val="00C9118F"/>
    <w:rsid w:val="00C95162"/>
    <w:rsid w:val="00CB4F6D"/>
    <w:rsid w:val="00CB6A37"/>
    <w:rsid w:val="00CB7684"/>
    <w:rsid w:val="00CC4EA8"/>
    <w:rsid w:val="00CC6517"/>
    <w:rsid w:val="00CC7C8F"/>
    <w:rsid w:val="00CD1FC4"/>
    <w:rsid w:val="00CD753C"/>
    <w:rsid w:val="00CE3EF8"/>
    <w:rsid w:val="00CE59A1"/>
    <w:rsid w:val="00CF42C9"/>
    <w:rsid w:val="00D034A0"/>
    <w:rsid w:val="00D103B7"/>
    <w:rsid w:val="00D16007"/>
    <w:rsid w:val="00D21061"/>
    <w:rsid w:val="00D239A6"/>
    <w:rsid w:val="00D34052"/>
    <w:rsid w:val="00D4108E"/>
    <w:rsid w:val="00D4328E"/>
    <w:rsid w:val="00D50FE6"/>
    <w:rsid w:val="00D516E7"/>
    <w:rsid w:val="00D54B18"/>
    <w:rsid w:val="00D60CA0"/>
    <w:rsid w:val="00D6163D"/>
    <w:rsid w:val="00D701DC"/>
    <w:rsid w:val="00D831A3"/>
    <w:rsid w:val="00D906E7"/>
    <w:rsid w:val="00D97BE3"/>
    <w:rsid w:val="00DA3711"/>
    <w:rsid w:val="00DB30EF"/>
    <w:rsid w:val="00DD04AC"/>
    <w:rsid w:val="00DD1521"/>
    <w:rsid w:val="00DD46F3"/>
    <w:rsid w:val="00DD4862"/>
    <w:rsid w:val="00DE0D9C"/>
    <w:rsid w:val="00DE56F2"/>
    <w:rsid w:val="00DF116D"/>
    <w:rsid w:val="00DF7604"/>
    <w:rsid w:val="00E00CD2"/>
    <w:rsid w:val="00E16FF7"/>
    <w:rsid w:val="00E21FA2"/>
    <w:rsid w:val="00E26B6D"/>
    <w:rsid w:val="00E26D68"/>
    <w:rsid w:val="00E355C1"/>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 w:val="00FF35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schemas.microsoft.com/sharepoint/v3"/>
    <ds:schemaRef ds:uri="http://purl.org/dc/dcmitype/"/>
    <ds:schemaRef ds:uri="http://schemas.microsoft.com/sharepoint/v3/fields"/>
    <ds:schemaRef ds:uri="http://schemas.openxmlformats.org/package/2006/metadata/core-properties"/>
    <ds:schemaRef ds:uri="http://purl.org/dc/elements/1.1/"/>
    <ds:schemaRef ds:uri="http://purl.org/dc/terms/"/>
    <ds:schemaRef ds:uri="http://www.w3.org/XML/1998/namespace"/>
  </ds:schemaRefs>
</ds:datastoreItem>
</file>

<file path=customXml/itemProps4.xml><?xml version="1.0" encoding="utf-8"?>
<ds:datastoreItem xmlns:ds="http://schemas.openxmlformats.org/officeDocument/2006/customXml" ds:itemID="{5E81D608-DA20-43BD-BCDF-78874A0FA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93</TotalTime>
  <Pages>31</Pages>
  <Words>5740</Words>
  <Characters>33870</Characters>
  <Application>Microsoft Office Word</Application>
  <DocSecurity>0</DocSecurity>
  <Lines>282</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28</cp:revision>
  <cp:lastPrinted>2021-01-26T08:00:00Z</cp:lastPrinted>
  <dcterms:created xsi:type="dcterms:W3CDTF">2021-06-08T06:34:00Z</dcterms:created>
  <dcterms:modified xsi:type="dcterms:W3CDTF">2021-06-28T14:46:00Z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